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D011D" w14:textId="3149678A" w:rsidR="004D0EC6" w:rsidRPr="00DA4325" w:rsidRDefault="0014244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A4325">
        <w:rPr>
          <w:rFonts w:cs="Arial"/>
          <w:b/>
        </w:rPr>
        <w:t xml:space="preserve">RESULTADOS DA ORDEM DO DIA DA </w:t>
      </w:r>
      <w:r w:rsidR="00F43202" w:rsidRPr="00DA4325">
        <w:rPr>
          <w:rFonts w:cs="Arial"/>
          <w:b/>
        </w:rPr>
        <w:t>3</w:t>
      </w:r>
      <w:r w:rsidR="00DE6AD0">
        <w:rPr>
          <w:rFonts w:cs="Arial"/>
          <w:b/>
        </w:rPr>
        <w:t>4</w:t>
      </w:r>
      <w:r w:rsidR="004D0EC6" w:rsidRPr="00DA4325">
        <w:rPr>
          <w:rFonts w:cs="Arial"/>
          <w:b/>
        </w:rPr>
        <w:t>ª SESSÃO ORDINÁRIA</w:t>
      </w:r>
      <w:r w:rsidR="004D0EC6" w:rsidRPr="00DA4325">
        <w:rPr>
          <w:rFonts w:cs="Arial"/>
          <w:b/>
          <w:bCs/>
        </w:rPr>
        <w:t xml:space="preserve"> DO ANO DE 202</w:t>
      </w:r>
      <w:r w:rsidR="008F6682" w:rsidRPr="00DA4325">
        <w:rPr>
          <w:rFonts w:cs="Arial"/>
          <w:b/>
          <w:bCs/>
        </w:rPr>
        <w:t>5</w:t>
      </w:r>
    </w:p>
    <w:p w14:paraId="0ACBB634" w14:textId="6EA5D565" w:rsidR="00DF622C" w:rsidRPr="00DA4325" w:rsidRDefault="00747647" w:rsidP="0090253A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  <w:r w:rsidRPr="00DA4325">
        <w:rPr>
          <w:rFonts w:cs="Arial"/>
          <w:b/>
          <w:bCs/>
        </w:rPr>
        <w:t xml:space="preserve">REALIZADA EM </w:t>
      </w:r>
      <w:r w:rsidR="00DE6AD0">
        <w:rPr>
          <w:rFonts w:cs="Arial"/>
          <w:b/>
          <w:bCs/>
        </w:rPr>
        <w:t>30</w:t>
      </w:r>
      <w:r w:rsidR="004C301C" w:rsidRPr="00DA4325">
        <w:rPr>
          <w:rFonts w:cs="Arial"/>
          <w:b/>
        </w:rPr>
        <w:t>/</w:t>
      </w:r>
      <w:r w:rsidR="00167FCF" w:rsidRPr="00DA4325">
        <w:rPr>
          <w:rFonts w:cs="Arial"/>
          <w:b/>
        </w:rPr>
        <w:t>1</w:t>
      </w:r>
      <w:r w:rsidR="008F6682" w:rsidRPr="00DA4325">
        <w:rPr>
          <w:rFonts w:cs="Arial"/>
          <w:b/>
        </w:rPr>
        <w:t>0</w:t>
      </w:r>
      <w:r w:rsidR="00035B24" w:rsidRPr="00DA4325">
        <w:rPr>
          <w:rFonts w:cs="Arial"/>
          <w:b/>
        </w:rPr>
        <w:t>/</w:t>
      </w:r>
      <w:r w:rsidR="004D0EC6" w:rsidRPr="00DA4325">
        <w:rPr>
          <w:rFonts w:cs="Arial"/>
          <w:b/>
        </w:rPr>
        <w:t>202</w:t>
      </w:r>
      <w:r w:rsidR="008F6682" w:rsidRPr="00DA4325">
        <w:rPr>
          <w:rFonts w:cs="Arial"/>
          <w:b/>
        </w:rPr>
        <w:t>5</w:t>
      </w:r>
      <w:r w:rsidR="004D0EC6" w:rsidRPr="00DA4325">
        <w:rPr>
          <w:rFonts w:cs="Arial"/>
          <w:b/>
          <w:bCs/>
        </w:rPr>
        <w:t xml:space="preserve"> (</w:t>
      </w:r>
      <w:r w:rsidR="00A2002F" w:rsidRPr="00DA4325">
        <w:rPr>
          <w:rFonts w:cs="Arial"/>
          <w:b/>
          <w:bCs/>
        </w:rPr>
        <w:t>qu</w:t>
      </w:r>
      <w:r w:rsidR="00DE6AD0">
        <w:rPr>
          <w:rFonts w:cs="Arial"/>
          <w:b/>
          <w:bCs/>
        </w:rPr>
        <w:t>in</w:t>
      </w:r>
      <w:r w:rsidR="00E24FC9" w:rsidRPr="00DA4325">
        <w:rPr>
          <w:rFonts w:cs="Arial"/>
          <w:b/>
          <w:bCs/>
        </w:rPr>
        <w:t>t</w:t>
      </w:r>
      <w:r w:rsidR="000E22AD" w:rsidRPr="00DA4325">
        <w:rPr>
          <w:rFonts w:cs="Arial"/>
          <w:b/>
          <w:bCs/>
        </w:rPr>
        <w:t>a</w:t>
      </w:r>
      <w:r w:rsidR="00B1094E" w:rsidRPr="00DA4325">
        <w:rPr>
          <w:rFonts w:cs="Arial"/>
          <w:b/>
          <w:bCs/>
        </w:rPr>
        <w:t>-feira</w:t>
      </w:r>
      <w:r w:rsidR="004D0EC6" w:rsidRPr="00DA4325">
        <w:rPr>
          <w:rFonts w:cs="Arial"/>
          <w:b/>
          <w:bCs/>
        </w:rPr>
        <w:t>)</w:t>
      </w:r>
    </w:p>
    <w:p w14:paraId="712B5CB6" w14:textId="77777777" w:rsidR="00981605" w:rsidRPr="00DA4325" w:rsidRDefault="00981605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086E4372" w14:textId="77777777" w:rsidR="00636EBC" w:rsidRPr="00DA4325" w:rsidRDefault="00636EBC" w:rsidP="007B5DEB">
      <w:pPr>
        <w:tabs>
          <w:tab w:val="left" w:pos="1134"/>
        </w:tabs>
        <w:spacing w:line="264" w:lineRule="auto"/>
        <w:jc w:val="center"/>
        <w:rPr>
          <w:rFonts w:cs="Arial"/>
          <w:b/>
          <w:bCs/>
        </w:rPr>
      </w:pPr>
    </w:p>
    <w:p w14:paraId="11582DCE" w14:textId="4409E1C8" w:rsidR="00167FCF" w:rsidRPr="00DA4325" w:rsidRDefault="00167FCF" w:rsidP="00167FCF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DA4325">
        <w:rPr>
          <w:rFonts w:cs="Arial"/>
          <w:b/>
          <w:color w:val="000000"/>
          <w:u w:val="single"/>
        </w:rPr>
        <w:t xml:space="preserve">Discussão única do </w:t>
      </w:r>
      <w:r w:rsidR="00836AC3" w:rsidRPr="00A2267F">
        <w:rPr>
          <w:rFonts w:cs="Arial"/>
          <w:b/>
          <w:color w:val="000000"/>
          <w:u w:val="single"/>
        </w:rPr>
        <w:t xml:space="preserve">PLL nº </w:t>
      </w:r>
      <w:r w:rsidR="00DE6AD0">
        <w:rPr>
          <w:rFonts w:cs="Arial"/>
          <w:b/>
          <w:color w:val="000000"/>
          <w:u w:val="single"/>
        </w:rPr>
        <w:t>110</w:t>
      </w:r>
      <w:r w:rsidR="00836AC3" w:rsidRPr="00A2267F">
        <w:rPr>
          <w:rFonts w:cs="Arial"/>
          <w:b/>
          <w:color w:val="000000"/>
          <w:u w:val="single"/>
        </w:rPr>
        <w:t>/2025 - Projeto de Lei do Legislativo</w:t>
      </w:r>
    </w:p>
    <w:p w14:paraId="50F04490" w14:textId="365A775A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DE6AD0">
        <w:rPr>
          <w:rFonts w:cs="Arial"/>
          <w:color w:val="000000"/>
        </w:rPr>
        <w:t>Vereadora Maria Amélia</w:t>
      </w:r>
      <w:r w:rsidR="00F43202" w:rsidRPr="00DA4325">
        <w:rPr>
          <w:rFonts w:cs="Arial"/>
          <w:color w:val="000000"/>
        </w:rPr>
        <w:t>.</w:t>
      </w:r>
    </w:p>
    <w:p w14:paraId="2C8322D4" w14:textId="23FEA175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DE6AD0">
        <w:rPr>
          <w:rFonts w:cs="Arial"/>
          <w:color w:val="000000"/>
        </w:rPr>
        <w:t>Declara de utilidade pública o Instituto Desportivo MIN’NA</w:t>
      </w:r>
      <w:r w:rsidR="00F43202" w:rsidRPr="00DA4325">
        <w:rPr>
          <w:rFonts w:cs="Arial"/>
          <w:color w:val="000000"/>
        </w:rPr>
        <w:t>.</w:t>
      </w:r>
    </w:p>
    <w:p w14:paraId="57169927" w14:textId="271FB4BB" w:rsidR="0095551D" w:rsidRPr="00DA4325" w:rsidRDefault="00B33C7D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 w:rsidR="00A52F03" w:rsidRPr="00DA4325">
        <w:rPr>
          <w:rFonts w:cs="Arial"/>
          <w:color w:val="000000"/>
        </w:rPr>
        <w:t xml:space="preserve"> </w:t>
      </w:r>
      <w:r w:rsidR="006133AE">
        <w:rPr>
          <w:rFonts w:cs="Arial"/>
          <w:color w:val="000000"/>
        </w:rPr>
        <w:t xml:space="preserve">Projeto </w:t>
      </w:r>
      <w:r w:rsidR="00921BE7">
        <w:rPr>
          <w:rFonts w:cs="Arial"/>
          <w:color w:val="000000"/>
        </w:rPr>
        <w:t>Aprovado</w:t>
      </w:r>
      <w:r w:rsidR="006133AE">
        <w:rPr>
          <w:rFonts w:cs="Arial"/>
          <w:color w:val="000000"/>
        </w:rPr>
        <w:t>.</w:t>
      </w:r>
    </w:p>
    <w:p w14:paraId="7A74C15A" w14:textId="77777777" w:rsidR="005605A7" w:rsidRDefault="005605A7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5E784288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69D3219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7712A34" w14:textId="1B8DFDAA" w:rsidR="0090253A" w:rsidRPr="00DA4325" w:rsidRDefault="00F43202" w:rsidP="00167FCF">
      <w:pPr>
        <w:numPr>
          <w:ilvl w:val="0"/>
          <w:numId w:val="22"/>
        </w:numPr>
        <w:tabs>
          <w:tab w:val="left" w:pos="426"/>
        </w:tabs>
        <w:spacing w:before="120" w:line="276" w:lineRule="auto"/>
        <w:jc w:val="both"/>
        <w:rPr>
          <w:rFonts w:cs="Arial"/>
          <w:b/>
          <w:color w:val="000000"/>
          <w:u w:val="single"/>
        </w:rPr>
      </w:pPr>
      <w:r w:rsidRPr="00DA4325">
        <w:rPr>
          <w:rFonts w:cs="Arial"/>
          <w:b/>
          <w:color w:val="000000"/>
          <w:u w:val="single"/>
        </w:rPr>
        <w:t>D</w:t>
      </w:r>
      <w:r w:rsidR="00167FCF" w:rsidRPr="00DA4325">
        <w:rPr>
          <w:rFonts w:cs="Arial"/>
          <w:b/>
          <w:color w:val="000000"/>
          <w:u w:val="single"/>
        </w:rPr>
        <w:t>iscussão</w:t>
      </w:r>
      <w:r w:rsidRPr="00DA4325">
        <w:rPr>
          <w:rFonts w:cs="Arial"/>
          <w:b/>
          <w:color w:val="000000"/>
          <w:u w:val="single"/>
        </w:rPr>
        <w:t xml:space="preserve"> </w:t>
      </w:r>
      <w:r w:rsidR="00836AC3" w:rsidRPr="00F967F8">
        <w:rPr>
          <w:rFonts w:cs="Arial"/>
          <w:b/>
          <w:color w:val="000000"/>
          <w:u w:val="single"/>
        </w:rPr>
        <w:t xml:space="preserve">única do </w:t>
      </w:r>
      <w:r w:rsidR="00DE6AD0">
        <w:rPr>
          <w:rFonts w:cs="Arial"/>
          <w:b/>
          <w:color w:val="000000"/>
          <w:u w:val="single"/>
        </w:rPr>
        <w:t>PLCE nº 6/2025 - Projeto de Lei Complementar do Executivo</w:t>
      </w:r>
    </w:p>
    <w:p w14:paraId="3B6CE083" w14:textId="53017479" w:rsidR="0090253A" w:rsidRPr="00DA4325" w:rsidRDefault="0090253A" w:rsidP="0090253A">
      <w:pPr>
        <w:tabs>
          <w:tab w:val="left" w:pos="426"/>
        </w:tabs>
        <w:spacing w:line="276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Autoria</w:t>
      </w:r>
      <w:r w:rsidRPr="00DA4325">
        <w:rPr>
          <w:rFonts w:cs="Arial"/>
          <w:color w:val="000000"/>
        </w:rPr>
        <w:t xml:space="preserve">: </w:t>
      </w:r>
      <w:r w:rsidR="00DE6AD0">
        <w:rPr>
          <w:rFonts w:cs="Arial"/>
          <w:color w:val="000000"/>
        </w:rPr>
        <w:t>Prefeito Municipal Celso Florêncio de Souza</w:t>
      </w:r>
      <w:r w:rsidR="00F43202" w:rsidRPr="00DA4325">
        <w:rPr>
          <w:rFonts w:cs="Arial"/>
          <w:color w:val="000000"/>
        </w:rPr>
        <w:t>.</w:t>
      </w:r>
    </w:p>
    <w:p w14:paraId="5AEDD057" w14:textId="25E1B27F" w:rsidR="0090253A" w:rsidRPr="00DA4325" w:rsidRDefault="0090253A" w:rsidP="00167FCF">
      <w:pPr>
        <w:tabs>
          <w:tab w:val="left" w:pos="426"/>
        </w:tabs>
        <w:spacing w:line="276" w:lineRule="auto"/>
        <w:ind w:left="425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Assunto</w:t>
      </w:r>
      <w:r w:rsidRPr="00DA4325">
        <w:rPr>
          <w:rFonts w:cs="Arial"/>
          <w:color w:val="000000"/>
        </w:rPr>
        <w:t xml:space="preserve">: </w:t>
      </w:r>
      <w:r w:rsidR="00DE6AD0">
        <w:rPr>
          <w:rFonts w:cs="Arial"/>
          <w:color w:val="000000"/>
        </w:rPr>
        <w:t>Institui o Domicílio Tributário Eletrônico - DTE para comunicação por meio eletrônico, nos termos do art. 26, § 5º e do art. 82, inc. III, ambos da Lei Complementar nº 5, de 28 de dezembro de 1992, Código Tributário do Município de Jacareí</w:t>
      </w:r>
      <w:bookmarkStart w:id="0" w:name="_GoBack"/>
      <w:bookmarkEnd w:id="0"/>
      <w:r w:rsidR="00F43202" w:rsidRPr="00DA4325">
        <w:rPr>
          <w:rFonts w:cs="Arial"/>
          <w:color w:val="000000"/>
        </w:rPr>
        <w:t>.</w:t>
      </w:r>
    </w:p>
    <w:p w14:paraId="56468785" w14:textId="6D725FEE" w:rsidR="00AC1AAB" w:rsidRPr="00DA4325" w:rsidRDefault="00AC1AAB" w:rsidP="00AC1AA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</w:rPr>
      </w:pPr>
      <w:r w:rsidRPr="00DA4325">
        <w:rPr>
          <w:rFonts w:cs="Arial"/>
          <w:color w:val="000000"/>
          <w:u w:val="single"/>
        </w:rPr>
        <w:t>Resultado</w:t>
      </w:r>
      <w:r w:rsidRPr="00DA4325">
        <w:rPr>
          <w:rFonts w:cs="Arial"/>
          <w:color w:val="000000"/>
        </w:rPr>
        <w:t>:</w:t>
      </w:r>
      <w:r w:rsidR="0016238A" w:rsidRPr="00DA4325">
        <w:rPr>
          <w:rFonts w:cs="Arial"/>
          <w:color w:val="000000"/>
        </w:rPr>
        <w:t xml:space="preserve"> </w:t>
      </w:r>
      <w:r w:rsidR="00E20894">
        <w:rPr>
          <w:rFonts w:cs="Arial"/>
          <w:color w:val="000000"/>
        </w:rPr>
        <w:t xml:space="preserve">Projeto </w:t>
      </w:r>
      <w:r w:rsidR="00DE6AD0">
        <w:rPr>
          <w:rFonts w:cs="Arial"/>
          <w:color w:val="000000"/>
        </w:rPr>
        <w:t>Aprovado</w:t>
      </w:r>
      <w:r w:rsidR="00E20894">
        <w:rPr>
          <w:rFonts w:cs="Arial"/>
          <w:color w:val="000000"/>
        </w:rPr>
        <w:t>.</w:t>
      </w:r>
    </w:p>
    <w:p w14:paraId="6A1ED3D6" w14:textId="77777777" w:rsidR="00AC1AAB" w:rsidRDefault="00AC1AAB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797C8FE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35067EEF" w14:textId="77777777" w:rsidR="00DA4325" w:rsidRDefault="00DA4325" w:rsidP="007B5DEB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02888DCB" w14:textId="77777777" w:rsidR="007033B7" w:rsidRDefault="007033B7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76D8267" w14:textId="77777777" w:rsidR="000F1845" w:rsidRDefault="000F1845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4F307FF6" w14:textId="77777777" w:rsidR="000F1845" w:rsidRDefault="000F1845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12A9D258" w14:textId="77777777" w:rsidR="000F1845" w:rsidRDefault="000F1845" w:rsidP="00E75ECF">
      <w:pPr>
        <w:tabs>
          <w:tab w:val="left" w:pos="426"/>
        </w:tabs>
        <w:spacing w:line="264" w:lineRule="auto"/>
        <w:ind w:left="426"/>
        <w:jc w:val="both"/>
        <w:rPr>
          <w:rFonts w:cs="Arial"/>
          <w:color w:val="000000"/>
          <w:sz w:val="10"/>
          <w:szCs w:val="10"/>
        </w:rPr>
      </w:pPr>
    </w:p>
    <w:p w14:paraId="239BACDB" w14:textId="77777777" w:rsidR="006E3E9B" w:rsidRPr="003162A7" w:rsidRDefault="006E3E9B" w:rsidP="0016238A">
      <w:pPr>
        <w:jc w:val="right"/>
        <w:rPr>
          <w:rFonts w:cs="Arial"/>
          <w:b/>
          <w:sz w:val="23"/>
          <w:szCs w:val="23"/>
        </w:rPr>
      </w:pPr>
    </w:p>
    <w:p w14:paraId="7D463826" w14:textId="77777777" w:rsidR="00FA3610" w:rsidRPr="00DA4325" w:rsidRDefault="00FA3610" w:rsidP="0016238A">
      <w:pPr>
        <w:jc w:val="right"/>
        <w:rPr>
          <w:rFonts w:cs="Arial"/>
          <w:b/>
        </w:rPr>
      </w:pPr>
      <w:r w:rsidRPr="00DA4325">
        <w:rPr>
          <w:rFonts w:cs="Arial"/>
          <w:b/>
        </w:rPr>
        <w:t>Felipe Santos de Lima</w:t>
      </w:r>
    </w:p>
    <w:p w14:paraId="4D54D9CD" w14:textId="3375B833" w:rsidR="00FA3610" w:rsidRPr="00DA4325" w:rsidRDefault="00FA3610" w:rsidP="0016238A">
      <w:pPr>
        <w:jc w:val="right"/>
        <w:rPr>
          <w:rFonts w:cs="Arial"/>
        </w:rPr>
      </w:pPr>
      <w:r w:rsidRPr="00DA4325">
        <w:rPr>
          <w:rFonts w:cs="Arial"/>
        </w:rPr>
        <w:t>Secretário-Diretor Legislativo</w:t>
      </w:r>
    </w:p>
    <w:sectPr w:rsidR="00FA3610" w:rsidRPr="00DA4325" w:rsidSect="00D165B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851" w:bottom="851" w:left="1701" w:header="567" w:footer="5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7DCD6C" w14:textId="77777777" w:rsidR="00464DEA" w:rsidRDefault="00464DEA">
      <w:r>
        <w:separator/>
      </w:r>
    </w:p>
  </w:endnote>
  <w:endnote w:type="continuationSeparator" w:id="0">
    <w:p w14:paraId="7EDA1B85" w14:textId="77777777" w:rsidR="00464DEA" w:rsidRDefault="0046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4BF15" w14:textId="77777777" w:rsidR="00222A3B" w:rsidRPr="001457E1" w:rsidRDefault="00222A3B" w:rsidP="00222A3B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A58D" w14:textId="77777777" w:rsidR="009D58F4" w:rsidRPr="001457E1" w:rsidRDefault="000D60C2" w:rsidP="0054356D">
    <w:pPr>
      <w:pStyle w:val="Rodap"/>
      <w:pBdr>
        <w:top w:val="single" w:sz="4" w:space="1" w:color="auto"/>
      </w:pBdr>
      <w:tabs>
        <w:tab w:val="left" w:pos="708"/>
      </w:tabs>
      <w:ind w:right="28"/>
      <w:jc w:val="center"/>
      <w:rPr>
        <w:rFonts w:cs="Arial"/>
        <w:sz w:val="15"/>
        <w:szCs w:val="15"/>
      </w:rPr>
    </w:pPr>
    <w:r w:rsidRPr="001457E1">
      <w:rPr>
        <w:rFonts w:cs="Arial"/>
        <w:smallCaps/>
        <w:spacing w:val="14"/>
        <w:sz w:val="15"/>
        <w:szCs w:val="15"/>
      </w:rPr>
      <w:t xml:space="preserve">Praça dos Três Poderes, 74 - Centro - Jacareí/SP - CEP: 12.327-901 - Tel.: (012)3955-2200 - </w:t>
    </w:r>
    <w:r w:rsidRPr="001457E1">
      <w:rPr>
        <w:rFonts w:cs="Arial"/>
        <w:sz w:val="15"/>
        <w:szCs w:val="15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263E2" w14:textId="77777777" w:rsidR="00464DEA" w:rsidRDefault="00464DEA">
      <w:r>
        <w:separator/>
      </w:r>
    </w:p>
  </w:footnote>
  <w:footnote w:type="continuationSeparator" w:id="0">
    <w:p w14:paraId="4737E717" w14:textId="77777777" w:rsidR="00464DEA" w:rsidRDefault="00464D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FEB13" w14:textId="2E50DD56" w:rsidR="00907C07" w:rsidRPr="004D0EC6" w:rsidRDefault="00C251DE" w:rsidP="008D2C52">
    <w:pPr>
      <w:pStyle w:val="Cabealho"/>
      <w:spacing w:before="1200" w:after="360"/>
      <w:jc w:val="right"/>
      <w:rPr>
        <w:rFonts w:cs="Arial"/>
        <w:b/>
        <w:sz w:val="20"/>
        <w:szCs w:val="20"/>
        <w:u w:val="single"/>
      </w:rPr>
    </w:pPr>
    <w:r w:rsidRPr="004D0EC6">
      <w:rPr>
        <w:rFonts w:cs="Arial"/>
        <w:b/>
        <w:noProof/>
        <w:sz w:val="20"/>
        <w:szCs w:val="20"/>
        <w:u w:val="single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D16BC84" wp14:editId="2C4AE806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5" name="Agrupar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16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1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758F4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17AC5705" w14:textId="77777777" w:rsidR="00C251DE" w:rsidRPr="009D58F4" w:rsidRDefault="00C251DE" w:rsidP="00C251DE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19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2652E" w14:textId="77777777" w:rsidR="00C251DE" w:rsidRPr="00B80FC2" w:rsidRDefault="004D0EC6" w:rsidP="00C251DE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16BC84" id="Agrupar 15" o:spid="_x0000_s1026" style="position:absolute;left:0;text-align:left;margin-left:85.05pt;margin-top:28.35pt;width:468.85pt;height:56.7pt;z-index:251660288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">
              <v:group id="Grupo 9" o:spid="_x0000_s1027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    <v:textbox inset="0,0,0,0">
                    <w:txbxContent>
                      <w:p w14:paraId="41C758F4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17AC5705" w14:textId="77777777" w:rsidR="00C251DE" w:rsidRPr="009D58F4" w:rsidRDefault="00C251DE" w:rsidP="00C251DE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29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4UofEAAAA2wAAAA8AAABkcnMvZG93bnJldi54bWxEj09rAkEMxe8Fv8OQQm/d2RassjqKWMSe&#10;ClWh13Qn7t/JLDvjuvbTN4eCt4T38t4vy/XoWjVQHyrPBl6SFBRx7m3FhYHTcfc8BxUissXWMxm4&#10;UYD1avKwxMz6K3/RcIiFkhAOGRooY+wyrUNeksOQ+I5YtLPvHUZZ+0LbHq8S7lr9mqZv2mHF0lBi&#10;R9uS8uZwcQbq/WDfm9tvc55i/ul/ZnU3fNfGPD2OmwWoSGO8m/+vP6zgC6z8IgPo1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l4UofEAAAA2wAAAA8AAAAAAAAAAAAAAAAA&#10;nwIAAGRycy9kb3ducmV2LnhtbFBLBQYAAAAABAAEAPcAAACQAwAAAAA=&#10;">
                  <v:imagedata r:id="rId2" o:title=""/>
                  <v:path arrowok="t"/>
                </v:shape>
              </v:group>
              <v:shape id="Text Box 9" o:spid="_x0000_s1030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MLKsEA&#10;AADbAAAADwAAAGRycy9kb3ducmV2LnhtbERPTYvCMBC9C/sfwix401QPol2jiKwgCGKtB4+zzdgG&#10;m0m3iVr/vREW9jaP9znzZWdrcafWG8cKRsMEBHHhtOFSwSnfDKYgfEDWWDsmBU/ysFx89OaYavfg&#10;jO7HUIoYwj5FBVUITSqlLyqy6IeuIY7cxbUWQ4RtKXWLjxhuazlOkom0aDg2VNjQuqLierxZBasz&#10;Z9/md/9zyC6ZyfNZwrvJVan+Z7f6AhGoC//iP/dWx/kzeP8SD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DCyrBAAAA2wAAAA8AAAAAAAAAAAAAAAAAmAIAAGRycy9kb3du&#10;cmV2LnhtbFBLBQYAAAAABAAEAPUAAACGAwAAAAA=&#10;" filled="f" stroked="f">
                <v:textbox inset="0,0,0,0">
                  <w:txbxContent>
                    <w:p w14:paraId="2992652E" w14:textId="77777777" w:rsidR="00C251DE" w:rsidRPr="00B80FC2" w:rsidRDefault="004D0EC6" w:rsidP="00C251DE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32E00">
      <w:rPr>
        <w:rFonts w:cs="Arial"/>
        <w:b/>
        <w:noProof/>
        <w:sz w:val="20"/>
        <w:szCs w:val="20"/>
        <w:u w:val="single"/>
      </w:rPr>
      <w:t>Resultados d</w:t>
    </w:r>
    <w:r w:rsidR="005D34FF">
      <w:rPr>
        <w:rFonts w:cs="Arial"/>
        <w:b/>
        <w:sz w:val="20"/>
        <w:szCs w:val="20"/>
        <w:u w:val="single"/>
      </w:rPr>
      <w:t>a</w:t>
    </w:r>
    <w:r w:rsidR="00832E00">
      <w:rPr>
        <w:rFonts w:cs="Arial"/>
        <w:b/>
        <w:sz w:val="20"/>
        <w:szCs w:val="20"/>
        <w:u w:val="single"/>
      </w:rPr>
      <w:t xml:space="preserve"> Ordem do Dia da </w:t>
    </w:r>
    <w:r w:rsidR="00944D7A">
      <w:rPr>
        <w:rFonts w:cs="Arial"/>
        <w:b/>
        <w:sz w:val="20"/>
        <w:szCs w:val="20"/>
        <w:u w:val="single"/>
      </w:rPr>
      <w:t>2</w:t>
    </w:r>
    <w:r w:rsidR="006F6FF0">
      <w:rPr>
        <w:rFonts w:cs="Arial"/>
        <w:b/>
        <w:sz w:val="20"/>
        <w:szCs w:val="20"/>
        <w:u w:val="single"/>
      </w:rPr>
      <w:t>7</w:t>
    </w:r>
    <w:r w:rsidR="00FE1407">
      <w:rPr>
        <w:rFonts w:cs="Arial"/>
        <w:b/>
        <w:sz w:val="20"/>
        <w:szCs w:val="20"/>
        <w:u w:val="single"/>
      </w:rPr>
      <w:t>ª</w:t>
    </w:r>
    <w:r w:rsidR="004D0EC6" w:rsidRPr="004D0EC6">
      <w:rPr>
        <w:rFonts w:cs="Arial"/>
        <w:b/>
        <w:sz w:val="20"/>
        <w:szCs w:val="20"/>
        <w:u w:val="single"/>
      </w:rPr>
      <w:t xml:space="preserve"> S.O. – </w:t>
    </w:r>
    <w:r w:rsidR="006F6FF0">
      <w:rPr>
        <w:rFonts w:cs="Arial"/>
        <w:b/>
        <w:sz w:val="20"/>
        <w:szCs w:val="20"/>
        <w:u w:val="single"/>
      </w:rPr>
      <w:t>10</w:t>
    </w:r>
    <w:r w:rsidR="000C342E">
      <w:rPr>
        <w:rFonts w:cs="Arial"/>
        <w:b/>
        <w:sz w:val="20"/>
        <w:szCs w:val="20"/>
        <w:u w:val="single"/>
      </w:rPr>
      <w:t>/</w:t>
    </w:r>
    <w:r w:rsidR="000E645A">
      <w:rPr>
        <w:rFonts w:cs="Arial"/>
        <w:b/>
        <w:sz w:val="20"/>
        <w:szCs w:val="20"/>
        <w:u w:val="single"/>
      </w:rPr>
      <w:t>0</w:t>
    </w:r>
    <w:r w:rsidR="00487827">
      <w:rPr>
        <w:rFonts w:cs="Arial"/>
        <w:b/>
        <w:sz w:val="20"/>
        <w:szCs w:val="20"/>
        <w:u w:val="single"/>
      </w:rPr>
      <w:t>9</w:t>
    </w:r>
    <w:r w:rsidR="001D3663">
      <w:rPr>
        <w:rFonts w:cs="Arial"/>
        <w:b/>
        <w:sz w:val="20"/>
        <w:szCs w:val="20"/>
        <w:u w:val="single"/>
      </w:rPr>
      <w:t>/</w:t>
    </w:r>
    <w:r w:rsidR="004D0EC6" w:rsidRPr="004D0EC6">
      <w:rPr>
        <w:rFonts w:cs="Arial"/>
        <w:b/>
        <w:sz w:val="20"/>
        <w:szCs w:val="20"/>
        <w:u w:val="single"/>
      </w:rPr>
      <w:t>202</w:t>
    </w:r>
    <w:r w:rsidR="000E645A">
      <w:rPr>
        <w:rFonts w:cs="Arial"/>
        <w:b/>
        <w:sz w:val="20"/>
        <w:szCs w:val="20"/>
        <w:u w:val="single"/>
      </w:rPr>
      <w:t>5</w:t>
    </w:r>
    <w:r w:rsidR="00907C07" w:rsidRPr="001457E1">
      <w:rPr>
        <w:rFonts w:cs="Arial"/>
        <w:b/>
        <w:sz w:val="20"/>
        <w:szCs w:val="20"/>
        <w:u w:val="single"/>
      </w:rPr>
      <w:t xml:space="preserve"> – fls. </w:t>
    </w:r>
    <w:r w:rsidR="008D2C52">
      <w:rPr>
        <w:rFonts w:cs="Arial"/>
        <w:b/>
        <w:sz w:val="20"/>
        <w:szCs w:val="20"/>
        <w:u w:val="single"/>
      </w:rPr>
      <w:fldChar w:fldCharType="begin"/>
    </w:r>
    <w:r w:rsidR="008D2C52">
      <w:rPr>
        <w:rFonts w:cs="Arial"/>
        <w:b/>
        <w:sz w:val="20"/>
        <w:szCs w:val="20"/>
        <w:u w:val="single"/>
      </w:rPr>
      <w:instrText xml:space="preserve"> PAGE  \#00  \* MERGEFORMAT </w:instrText>
    </w:r>
    <w:r w:rsidR="008D2C52">
      <w:rPr>
        <w:rFonts w:cs="Arial"/>
        <w:b/>
        <w:sz w:val="20"/>
        <w:szCs w:val="20"/>
        <w:u w:val="single"/>
      </w:rPr>
      <w:fldChar w:fldCharType="separate"/>
    </w:r>
    <w:r w:rsidR="003162A7">
      <w:rPr>
        <w:rFonts w:cs="Arial"/>
        <w:b/>
        <w:noProof/>
        <w:sz w:val="20"/>
        <w:szCs w:val="20"/>
        <w:u w:val="single"/>
      </w:rPr>
      <w:t>02</w:t>
    </w:r>
    <w:r w:rsidR="008D2C52">
      <w:rPr>
        <w:rFonts w:cs="Arial"/>
        <w:b/>
        <w:sz w:val="20"/>
        <w:szCs w:val="20"/>
        <w:u w:val="single"/>
      </w:rPr>
      <w:fldChar w:fldCharType="end"/>
    </w:r>
    <w:r w:rsidR="008D2C52">
      <w:rPr>
        <w:rFonts w:cs="Arial"/>
        <w:b/>
        <w:sz w:val="20"/>
        <w:szCs w:val="20"/>
        <w:u w:val="single"/>
      </w:rPr>
      <w:t>/</w:t>
    </w:r>
    <w:r w:rsidR="00BE6118">
      <w:rPr>
        <w:rFonts w:cs="Arial"/>
        <w:b/>
        <w:sz w:val="20"/>
        <w:szCs w:val="20"/>
        <w:u w:val="single"/>
      </w:rPr>
      <w:fldChar w:fldCharType="begin"/>
    </w:r>
    <w:r w:rsidR="00BE6118">
      <w:rPr>
        <w:rFonts w:cs="Arial"/>
        <w:b/>
        <w:sz w:val="20"/>
        <w:szCs w:val="20"/>
        <w:u w:val="single"/>
      </w:rPr>
      <w:instrText xml:space="preserve"> NUMPAGES  \#00  \* MERGEFORMAT </w:instrText>
    </w:r>
    <w:r w:rsidR="00BE6118">
      <w:rPr>
        <w:rFonts w:cs="Arial"/>
        <w:b/>
        <w:sz w:val="20"/>
        <w:szCs w:val="20"/>
        <w:u w:val="single"/>
      </w:rPr>
      <w:fldChar w:fldCharType="separate"/>
    </w:r>
    <w:r w:rsidR="00FB385D">
      <w:rPr>
        <w:rFonts w:cs="Arial"/>
        <w:b/>
        <w:noProof/>
        <w:sz w:val="20"/>
        <w:szCs w:val="20"/>
        <w:u w:val="single"/>
      </w:rPr>
      <w:t>01</w:t>
    </w:r>
    <w:r w:rsidR="00BE6118">
      <w:rPr>
        <w:rFonts w:cs="Arial"/>
        <w:b/>
        <w:sz w:val="20"/>
        <w:szCs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91463" w14:textId="77777777" w:rsidR="00C251DE" w:rsidRDefault="00C251DE">
    <w:pPr>
      <w:pStyle w:val="Cabealh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0B40060" wp14:editId="247F46AE">
              <wp:simplePos x="0" y="0"/>
              <wp:positionH relativeFrom="page">
                <wp:posOffset>1080135</wp:posOffset>
              </wp:positionH>
              <wp:positionV relativeFrom="page">
                <wp:posOffset>360045</wp:posOffset>
              </wp:positionV>
              <wp:extent cx="5954400" cy="720000"/>
              <wp:effectExtent l="0" t="0" r="8255" b="4445"/>
              <wp:wrapNone/>
              <wp:docPr id="1" name="Agrupar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4400" cy="720000"/>
                        <a:chOff x="0" y="0"/>
                        <a:chExt cx="5954400" cy="720000"/>
                      </a:xfrm>
                    </wpg:grpSpPr>
                    <wpg:grpSp>
                      <wpg:cNvPr id="9" name="Grupo 9"/>
                      <wpg:cNvGrpSpPr/>
                      <wpg:grpSpPr>
                        <a:xfrm>
                          <a:off x="0" y="0"/>
                          <a:ext cx="5954400" cy="720000"/>
                          <a:chOff x="0" y="0"/>
                          <a:chExt cx="5954395" cy="719455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88900"/>
                            <a:ext cx="503999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F7AA8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spacing w:val="20"/>
                                    <w:sz w:val="38"/>
                                    <w:szCs w:val="38"/>
                                  </w:rPr>
                                  <w:t>CÂMARA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spacing w:val="20"/>
                                  <w:sz w:val="38"/>
                                  <w:szCs w:val="38"/>
                                </w:rPr>
                                <w:t xml:space="preserve"> MUNICIPAL DE JACAREÍ - SP</w:t>
                              </w:r>
                            </w:p>
                            <w:p w14:paraId="45C17857" w14:textId="77777777" w:rsidR="009D58F4" w:rsidRPr="009D58F4" w:rsidRDefault="009D58F4" w:rsidP="009D58F4">
                              <w:pPr>
                                <w:jc w:val="center"/>
                                <w:rPr>
                                  <w:rFonts w:cs="Arial"/>
                                  <w:b/>
                                  <w:caps/>
                                </w:rPr>
                              </w:pPr>
                              <w:smartTag w:uri="schemas-houaiss/acao" w:element="dm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Palácio</w:t>
                                </w:r>
                              </w:smartTag>
                              <w:r w:rsidRPr="009D58F4">
                                <w:rPr>
                                  <w:rFonts w:cs="Arial"/>
                                  <w:b/>
                                  <w:caps/>
                                </w:rPr>
                                <w:t xml:space="preserve"> da </w:t>
                              </w:r>
                              <w:smartTag w:uri="schemas-houaiss/mini" w:element="verbetes">
                                <w:r w:rsidRPr="009D58F4">
                                  <w:rPr>
                                    <w:rFonts w:cs="Arial"/>
                                    <w:b/>
                                    <w:caps/>
                                  </w:rPr>
                                  <w:t>Liberdade</w:t>
                                </w:r>
                              </w:smartTag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868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  <wps:wsp>
                      <wps:cNvPr id="4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5495454" y="316871"/>
                          <a:ext cx="450115" cy="125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990E9" w14:textId="77777777" w:rsidR="009D58F4" w:rsidRPr="00B80FC2" w:rsidRDefault="004D0EC6" w:rsidP="009D58F4">
                            <w:pPr>
                              <w:jc w:val="center"/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cs="Arial"/>
                                <w:caps/>
                                <w:sz w:val="14"/>
                                <w:szCs w:val="14"/>
                              </w:rPr>
                              <w:t>sdl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0B40060" id="Agrupar 1" o:spid="_x0000_s1031" style="position:absolute;margin-left:85.05pt;margin-top:28.35pt;width:468.85pt;height:56.7pt;z-index:251658240;mso-position-horizontal-relative:page;mso-position-vertical-relative:page;mso-width-relative:margin;mso-height-relative:margin" coordsize="59544,72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">
              <v:group id="Grupo 9" o:spid="_x0000_s1032" style="position:absolute;width:59544;height:7200" coordsize="59543,7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9144;top:889;width:50399;height:5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  <v:textbox inset="0,0,0,0">
                    <w:txbxContent>
                      <w:p w14:paraId="6E6F7AA8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spacing w:val="20"/>
                              <w:sz w:val="38"/>
                              <w:szCs w:val="38"/>
                            </w:rPr>
                            <w:t>CÂMARA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spacing w:val="20"/>
                            <w:sz w:val="38"/>
                            <w:szCs w:val="38"/>
                          </w:rPr>
                          <w:t xml:space="preserve"> MUNICIPAL DE JACAREÍ - SP</w:t>
                        </w:r>
                      </w:p>
                      <w:p w14:paraId="45C17857" w14:textId="77777777" w:rsidR="009D58F4" w:rsidRPr="009D58F4" w:rsidRDefault="009D58F4" w:rsidP="009D58F4">
                        <w:pPr>
                          <w:jc w:val="center"/>
                          <w:rPr>
                            <w:rFonts w:cs="Arial"/>
                            <w:b/>
                            <w:caps/>
                          </w:rPr>
                        </w:pPr>
                        <w:smartTag w:uri="schemas-houaiss/acao" w:element="dm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Palácio</w:t>
                          </w:r>
                        </w:smartTag>
                        <w:r w:rsidRPr="009D58F4">
                          <w:rPr>
                            <w:rFonts w:cs="Arial"/>
                            <w:b/>
                            <w:caps/>
                          </w:rPr>
                          <w:t xml:space="preserve"> da </w:t>
                        </w:r>
                        <w:smartTag w:uri="schemas-houaiss/mini" w:element="verbetes">
                          <w:r w:rsidRPr="009D58F4">
                            <w:rPr>
                              <w:rFonts w:cs="Arial"/>
                              <w:b/>
                              <w:caps/>
                            </w:rPr>
                            <w:t>Liberdade</w:t>
                          </w:r>
                        </w:smartTag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" o:spid="_x0000_s1034" type="#_x0000_t75" style="position:absolute;width:9086;height:71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mTz/CAAAA2gAAAA8AAABkcnMvZG93bnJldi54bWxEj09rAjEUxO9Cv0N4BW9utoq2bI0iStGT&#10;oC30+rp57t+8LJt0Xf30RhA8DjPzG2a+7E0tOmpdYVnBWxSDIE6tLjhT8PP9NfoA4TyyxtoyKbiQ&#10;g+XiZTDHRNszH6g7+kwECLsEFeTeN4mULs3JoItsQxy8k20N+iDbTOoWzwFuajmO45k0WHBYyLGh&#10;dU5pdfw3CsptpzfV5Vqdppju7d972XS/pVLD1371CcJT75/hR3unFUzgfiXcALm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pk8/wgAAANoAAAAPAAAAAAAAAAAAAAAAAJ8C&#10;AABkcnMvZG93bnJldi54bWxQSwUGAAAAAAQABAD3AAAAjgMAAAAA&#10;">
                  <v:imagedata r:id="rId2" o:title=""/>
                  <v:path arrowok="t"/>
                </v:shape>
              </v:group>
              <v:shape id="Text Box 9" o:spid="_x0000_s1035" type="#_x0000_t202" style="position:absolute;left:54954;top:3168;width:4501;height:1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14:paraId="6E2990E9" w14:textId="77777777" w:rsidR="009D58F4" w:rsidRPr="00B80FC2" w:rsidRDefault="004D0EC6" w:rsidP="009D58F4">
                      <w:pPr>
                        <w:jc w:val="center"/>
                        <w:rPr>
                          <w:rFonts w:cs="Arial"/>
                          <w:caps/>
                          <w:sz w:val="14"/>
                          <w:szCs w:val="14"/>
                        </w:rPr>
                      </w:pPr>
                      <w:r>
                        <w:rPr>
                          <w:rFonts w:cs="Arial"/>
                          <w:caps/>
                          <w:sz w:val="14"/>
                          <w:szCs w:val="14"/>
                        </w:rPr>
                        <w:t>sdl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3F6D6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B22B4"/>
    <w:multiLevelType w:val="hybridMultilevel"/>
    <w:tmpl w:val="0E58AF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3D9"/>
    <w:multiLevelType w:val="hybridMultilevel"/>
    <w:tmpl w:val="5F468D16"/>
    <w:lvl w:ilvl="0" w:tplc="4E580C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6309BE"/>
    <w:multiLevelType w:val="hybridMultilevel"/>
    <w:tmpl w:val="0F824A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DBC"/>
    <w:multiLevelType w:val="multilevel"/>
    <w:tmpl w:val="4A74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C04DA"/>
    <w:multiLevelType w:val="hybridMultilevel"/>
    <w:tmpl w:val="8806EC7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9234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81EA2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B67D35"/>
    <w:multiLevelType w:val="hybridMultilevel"/>
    <w:tmpl w:val="5CE08DE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22739E0"/>
    <w:multiLevelType w:val="hybridMultilevel"/>
    <w:tmpl w:val="FFB8DE5E"/>
    <w:lvl w:ilvl="0" w:tplc="9B7698F8">
      <w:start w:val="1"/>
      <w:numFmt w:val="upperRoman"/>
      <w:lvlText w:val="%1-"/>
      <w:lvlJc w:val="left"/>
      <w:pPr>
        <w:ind w:left="355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916" w:hanging="360"/>
      </w:pPr>
    </w:lvl>
    <w:lvl w:ilvl="2" w:tplc="0416001B" w:tentative="1">
      <w:start w:val="1"/>
      <w:numFmt w:val="lowerRoman"/>
      <w:lvlText w:val="%3."/>
      <w:lvlJc w:val="right"/>
      <w:pPr>
        <w:ind w:left="4636" w:hanging="180"/>
      </w:pPr>
    </w:lvl>
    <w:lvl w:ilvl="3" w:tplc="0416000F" w:tentative="1">
      <w:start w:val="1"/>
      <w:numFmt w:val="decimal"/>
      <w:lvlText w:val="%4."/>
      <w:lvlJc w:val="left"/>
      <w:pPr>
        <w:ind w:left="5356" w:hanging="360"/>
      </w:pPr>
    </w:lvl>
    <w:lvl w:ilvl="4" w:tplc="04160019" w:tentative="1">
      <w:start w:val="1"/>
      <w:numFmt w:val="lowerLetter"/>
      <w:lvlText w:val="%5."/>
      <w:lvlJc w:val="left"/>
      <w:pPr>
        <w:ind w:left="6076" w:hanging="360"/>
      </w:pPr>
    </w:lvl>
    <w:lvl w:ilvl="5" w:tplc="0416001B" w:tentative="1">
      <w:start w:val="1"/>
      <w:numFmt w:val="lowerRoman"/>
      <w:lvlText w:val="%6."/>
      <w:lvlJc w:val="right"/>
      <w:pPr>
        <w:ind w:left="6796" w:hanging="180"/>
      </w:pPr>
    </w:lvl>
    <w:lvl w:ilvl="6" w:tplc="0416000F" w:tentative="1">
      <w:start w:val="1"/>
      <w:numFmt w:val="decimal"/>
      <w:lvlText w:val="%7."/>
      <w:lvlJc w:val="left"/>
      <w:pPr>
        <w:ind w:left="7516" w:hanging="360"/>
      </w:pPr>
    </w:lvl>
    <w:lvl w:ilvl="7" w:tplc="04160019" w:tentative="1">
      <w:start w:val="1"/>
      <w:numFmt w:val="lowerLetter"/>
      <w:lvlText w:val="%8."/>
      <w:lvlJc w:val="left"/>
      <w:pPr>
        <w:ind w:left="8236" w:hanging="360"/>
      </w:pPr>
    </w:lvl>
    <w:lvl w:ilvl="8" w:tplc="0416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" w15:restartNumberingAfterBreak="0">
    <w:nsid w:val="423A5A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802E3"/>
    <w:multiLevelType w:val="hybridMultilevel"/>
    <w:tmpl w:val="C9426276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4CB6BC8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96699F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B4C90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B6DD1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B6105D"/>
    <w:multiLevelType w:val="hybridMultilevel"/>
    <w:tmpl w:val="C0424C7E"/>
    <w:lvl w:ilvl="0" w:tplc="0416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8" w15:restartNumberingAfterBreak="0">
    <w:nsid w:val="66D305F9"/>
    <w:multiLevelType w:val="hybridMultilevel"/>
    <w:tmpl w:val="8B105B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D40DF"/>
    <w:multiLevelType w:val="hybridMultilevel"/>
    <w:tmpl w:val="D5D0434C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8"/>
  </w:num>
  <w:num w:numId="5">
    <w:abstractNumId w:val="14"/>
  </w:num>
  <w:num w:numId="6">
    <w:abstractNumId w:val="1"/>
  </w:num>
  <w:num w:numId="7">
    <w:abstractNumId w:val="15"/>
  </w:num>
  <w:num w:numId="8">
    <w:abstractNumId w:val="7"/>
  </w:num>
  <w:num w:numId="9">
    <w:abstractNumId w:val="16"/>
  </w:num>
  <w:num w:numId="10">
    <w:abstractNumId w:val="1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7"/>
  </w:num>
  <w:num w:numId="15">
    <w:abstractNumId w:val="2"/>
  </w:num>
  <w:num w:numId="16">
    <w:abstractNumId w:val="6"/>
  </w:num>
  <w:num w:numId="17">
    <w:abstractNumId w:val="3"/>
  </w:num>
  <w:num w:numId="18">
    <w:abstractNumId w:val="4"/>
  </w:num>
  <w:num w:numId="19">
    <w:abstractNumId w:val="9"/>
  </w:num>
  <w:num w:numId="20">
    <w:abstractNumId w:val="19"/>
  </w:num>
  <w:num w:numId="21">
    <w:abstractNumId w:val="1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EC6"/>
    <w:rsid w:val="00000069"/>
    <w:rsid w:val="0000061F"/>
    <w:rsid w:val="00001160"/>
    <w:rsid w:val="000014AE"/>
    <w:rsid w:val="00003511"/>
    <w:rsid w:val="000060A7"/>
    <w:rsid w:val="0000647C"/>
    <w:rsid w:val="00006C5B"/>
    <w:rsid w:val="00010158"/>
    <w:rsid w:val="0001190B"/>
    <w:rsid w:val="00011D9F"/>
    <w:rsid w:val="00012801"/>
    <w:rsid w:val="00013340"/>
    <w:rsid w:val="0001340A"/>
    <w:rsid w:val="00014249"/>
    <w:rsid w:val="00014699"/>
    <w:rsid w:val="0002024F"/>
    <w:rsid w:val="00022EBF"/>
    <w:rsid w:val="000230D7"/>
    <w:rsid w:val="000235F1"/>
    <w:rsid w:val="00024775"/>
    <w:rsid w:val="0002482B"/>
    <w:rsid w:val="00032549"/>
    <w:rsid w:val="00032FD8"/>
    <w:rsid w:val="00033944"/>
    <w:rsid w:val="00035380"/>
    <w:rsid w:val="0003551B"/>
    <w:rsid w:val="0003559A"/>
    <w:rsid w:val="00035B24"/>
    <w:rsid w:val="00036EEC"/>
    <w:rsid w:val="00037DA4"/>
    <w:rsid w:val="00040EB3"/>
    <w:rsid w:val="0004132E"/>
    <w:rsid w:val="000420E1"/>
    <w:rsid w:val="000427D6"/>
    <w:rsid w:val="00043296"/>
    <w:rsid w:val="00043851"/>
    <w:rsid w:val="000439CF"/>
    <w:rsid w:val="00043B38"/>
    <w:rsid w:val="00046CA2"/>
    <w:rsid w:val="00047B1B"/>
    <w:rsid w:val="00052064"/>
    <w:rsid w:val="000522A3"/>
    <w:rsid w:val="0005420B"/>
    <w:rsid w:val="00054688"/>
    <w:rsid w:val="000546A7"/>
    <w:rsid w:val="000559F4"/>
    <w:rsid w:val="00055BEA"/>
    <w:rsid w:val="00055C70"/>
    <w:rsid w:val="00056583"/>
    <w:rsid w:val="00057163"/>
    <w:rsid w:val="0006165B"/>
    <w:rsid w:val="000636C5"/>
    <w:rsid w:val="000670D3"/>
    <w:rsid w:val="0006772E"/>
    <w:rsid w:val="00067A54"/>
    <w:rsid w:val="000724CB"/>
    <w:rsid w:val="00073590"/>
    <w:rsid w:val="00073E9A"/>
    <w:rsid w:val="000747BA"/>
    <w:rsid w:val="00074C79"/>
    <w:rsid w:val="00074D9F"/>
    <w:rsid w:val="00075474"/>
    <w:rsid w:val="000755C7"/>
    <w:rsid w:val="0007590C"/>
    <w:rsid w:val="000759E6"/>
    <w:rsid w:val="00075FBE"/>
    <w:rsid w:val="00082279"/>
    <w:rsid w:val="00083485"/>
    <w:rsid w:val="00084192"/>
    <w:rsid w:val="0008513B"/>
    <w:rsid w:val="000864F6"/>
    <w:rsid w:val="00086E7E"/>
    <w:rsid w:val="000876CD"/>
    <w:rsid w:val="00087E94"/>
    <w:rsid w:val="000900AF"/>
    <w:rsid w:val="000909E6"/>
    <w:rsid w:val="00090FD7"/>
    <w:rsid w:val="0009153B"/>
    <w:rsid w:val="00094495"/>
    <w:rsid w:val="0009577D"/>
    <w:rsid w:val="00095992"/>
    <w:rsid w:val="000961BA"/>
    <w:rsid w:val="00096234"/>
    <w:rsid w:val="00097F36"/>
    <w:rsid w:val="000A107C"/>
    <w:rsid w:val="000A136E"/>
    <w:rsid w:val="000A4250"/>
    <w:rsid w:val="000A5842"/>
    <w:rsid w:val="000A62E1"/>
    <w:rsid w:val="000A67EF"/>
    <w:rsid w:val="000A6F81"/>
    <w:rsid w:val="000A7479"/>
    <w:rsid w:val="000B081B"/>
    <w:rsid w:val="000B2455"/>
    <w:rsid w:val="000B3D79"/>
    <w:rsid w:val="000B540B"/>
    <w:rsid w:val="000B553D"/>
    <w:rsid w:val="000B5AA4"/>
    <w:rsid w:val="000B66A9"/>
    <w:rsid w:val="000B7026"/>
    <w:rsid w:val="000B722E"/>
    <w:rsid w:val="000C03CC"/>
    <w:rsid w:val="000C2804"/>
    <w:rsid w:val="000C342E"/>
    <w:rsid w:val="000C71FC"/>
    <w:rsid w:val="000D0D3F"/>
    <w:rsid w:val="000D2350"/>
    <w:rsid w:val="000D259E"/>
    <w:rsid w:val="000D56A5"/>
    <w:rsid w:val="000D60C2"/>
    <w:rsid w:val="000E0849"/>
    <w:rsid w:val="000E10C3"/>
    <w:rsid w:val="000E22AD"/>
    <w:rsid w:val="000E3451"/>
    <w:rsid w:val="000E3A17"/>
    <w:rsid w:val="000E42A9"/>
    <w:rsid w:val="000E46E1"/>
    <w:rsid w:val="000E645A"/>
    <w:rsid w:val="000E7022"/>
    <w:rsid w:val="000E7266"/>
    <w:rsid w:val="000E7EC2"/>
    <w:rsid w:val="000F0D50"/>
    <w:rsid w:val="000F1845"/>
    <w:rsid w:val="000F1863"/>
    <w:rsid w:val="000F312D"/>
    <w:rsid w:val="000F4AFF"/>
    <w:rsid w:val="000F5B44"/>
    <w:rsid w:val="000F74A9"/>
    <w:rsid w:val="00102734"/>
    <w:rsid w:val="00106256"/>
    <w:rsid w:val="0011107E"/>
    <w:rsid w:val="001117CD"/>
    <w:rsid w:val="00111F72"/>
    <w:rsid w:val="001124B3"/>
    <w:rsid w:val="001137FE"/>
    <w:rsid w:val="00113A93"/>
    <w:rsid w:val="00113DB8"/>
    <w:rsid w:val="001142A1"/>
    <w:rsid w:val="00114C8A"/>
    <w:rsid w:val="00115908"/>
    <w:rsid w:val="0011667E"/>
    <w:rsid w:val="001200D6"/>
    <w:rsid w:val="00120A34"/>
    <w:rsid w:val="00120A97"/>
    <w:rsid w:val="00120BB9"/>
    <w:rsid w:val="00122171"/>
    <w:rsid w:val="0012247D"/>
    <w:rsid w:val="00122A6F"/>
    <w:rsid w:val="001251BF"/>
    <w:rsid w:val="00125AA4"/>
    <w:rsid w:val="00125C43"/>
    <w:rsid w:val="00130402"/>
    <w:rsid w:val="00132D39"/>
    <w:rsid w:val="00133004"/>
    <w:rsid w:val="001360C4"/>
    <w:rsid w:val="00136DFA"/>
    <w:rsid w:val="0014073E"/>
    <w:rsid w:val="00142445"/>
    <w:rsid w:val="001457E1"/>
    <w:rsid w:val="00146073"/>
    <w:rsid w:val="001529E9"/>
    <w:rsid w:val="00155A65"/>
    <w:rsid w:val="001577BC"/>
    <w:rsid w:val="001578B4"/>
    <w:rsid w:val="00157963"/>
    <w:rsid w:val="00157AFF"/>
    <w:rsid w:val="00160F7D"/>
    <w:rsid w:val="00162386"/>
    <w:rsid w:val="0016238A"/>
    <w:rsid w:val="00162FBB"/>
    <w:rsid w:val="0016340A"/>
    <w:rsid w:val="00163724"/>
    <w:rsid w:val="00163988"/>
    <w:rsid w:val="00164676"/>
    <w:rsid w:val="001671DF"/>
    <w:rsid w:val="00167D0A"/>
    <w:rsid w:val="00167FCF"/>
    <w:rsid w:val="00170604"/>
    <w:rsid w:val="001722A0"/>
    <w:rsid w:val="0017526C"/>
    <w:rsid w:val="00175D05"/>
    <w:rsid w:val="00176ACF"/>
    <w:rsid w:val="00180F8C"/>
    <w:rsid w:val="00182957"/>
    <w:rsid w:val="00183351"/>
    <w:rsid w:val="001835A7"/>
    <w:rsid w:val="00184EAF"/>
    <w:rsid w:val="001865AE"/>
    <w:rsid w:val="00187460"/>
    <w:rsid w:val="00190C2F"/>
    <w:rsid w:val="00191B13"/>
    <w:rsid w:val="0019277C"/>
    <w:rsid w:val="00192818"/>
    <w:rsid w:val="00193671"/>
    <w:rsid w:val="00193EAA"/>
    <w:rsid w:val="00194B48"/>
    <w:rsid w:val="001950C8"/>
    <w:rsid w:val="00196487"/>
    <w:rsid w:val="00196BAD"/>
    <w:rsid w:val="001A2160"/>
    <w:rsid w:val="001A2BFB"/>
    <w:rsid w:val="001A2D51"/>
    <w:rsid w:val="001B0444"/>
    <w:rsid w:val="001B1DA1"/>
    <w:rsid w:val="001B35A9"/>
    <w:rsid w:val="001B4EA5"/>
    <w:rsid w:val="001B576A"/>
    <w:rsid w:val="001B6163"/>
    <w:rsid w:val="001B685F"/>
    <w:rsid w:val="001B6B5E"/>
    <w:rsid w:val="001B6C59"/>
    <w:rsid w:val="001B7587"/>
    <w:rsid w:val="001B7A74"/>
    <w:rsid w:val="001B7CBB"/>
    <w:rsid w:val="001C0A57"/>
    <w:rsid w:val="001C12F9"/>
    <w:rsid w:val="001C21C4"/>
    <w:rsid w:val="001C23F8"/>
    <w:rsid w:val="001C2493"/>
    <w:rsid w:val="001C25E8"/>
    <w:rsid w:val="001C2795"/>
    <w:rsid w:val="001C3021"/>
    <w:rsid w:val="001C5943"/>
    <w:rsid w:val="001C5BE8"/>
    <w:rsid w:val="001C5E23"/>
    <w:rsid w:val="001C7988"/>
    <w:rsid w:val="001D0353"/>
    <w:rsid w:val="001D03A8"/>
    <w:rsid w:val="001D0BD7"/>
    <w:rsid w:val="001D1328"/>
    <w:rsid w:val="001D3663"/>
    <w:rsid w:val="001D42D5"/>
    <w:rsid w:val="001D43D3"/>
    <w:rsid w:val="001D49A9"/>
    <w:rsid w:val="001D6C1B"/>
    <w:rsid w:val="001D7D01"/>
    <w:rsid w:val="001E1226"/>
    <w:rsid w:val="001E187A"/>
    <w:rsid w:val="001E1AD4"/>
    <w:rsid w:val="001E2470"/>
    <w:rsid w:val="001E2B31"/>
    <w:rsid w:val="001E2BE9"/>
    <w:rsid w:val="001E69E4"/>
    <w:rsid w:val="001F058A"/>
    <w:rsid w:val="001F1DEB"/>
    <w:rsid w:val="001F1E27"/>
    <w:rsid w:val="001F1FE7"/>
    <w:rsid w:val="001F31DC"/>
    <w:rsid w:val="001F4A2D"/>
    <w:rsid w:val="001F4D0C"/>
    <w:rsid w:val="001F60F5"/>
    <w:rsid w:val="001F64DB"/>
    <w:rsid w:val="001F65A0"/>
    <w:rsid w:val="001F6934"/>
    <w:rsid w:val="001F7A28"/>
    <w:rsid w:val="00200C12"/>
    <w:rsid w:val="002010A7"/>
    <w:rsid w:val="00202C54"/>
    <w:rsid w:val="0020324E"/>
    <w:rsid w:val="002037B2"/>
    <w:rsid w:val="0020545D"/>
    <w:rsid w:val="00207125"/>
    <w:rsid w:val="0020757C"/>
    <w:rsid w:val="002113F4"/>
    <w:rsid w:val="00211CAB"/>
    <w:rsid w:val="00213438"/>
    <w:rsid w:val="00215AD9"/>
    <w:rsid w:val="00216AF0"/>
    <w:rsid w:val="00216EF8"/>
    <w:rsid w:val="00217C71"/>
    <w:rsid w:val="00220E13"/>
    <w:rsid w:val="00220EAA"/>
    <w:rsid w:val="00221015"/>
    <w:rsid w:val="00221C1E"/>
    <w:rsid w:val="00222A3B"/>
    <w:rsid w:val="00222D66"/>
    <w:rsid w:val="002266A3"/>
    <w:rsid w:val="00226F64"/>
    <w:rsid w:val="002272ED"/>
    <w:rsid w:val="00227FD4"/>
    <w:rsid w:val="00230533"/>
    <w:rsid w:val="002323A7"/>
    <w:rsid w:val="00232558"/>
    <w:rsid w:val="00233519"/>
    <w:rsid w:val="002340E5"/>
    <w:rsid w:val="00234FA1"/>
    <w:rsid w:val="002350C3"/>
    <w:rsid w:val="00235F05"/>
    <w:rsid w:val="00236A86"/>
    <w:rsid w:val="002376A0"/>
    <w:rsid w:val="00237C19"/>
    <w:rsid w:val="00240BB1"/>
    <w:rsid w:val="00240C08"/>
    <w:rsid w:val="002410FA"/>
    <w:rsid w:val="0024156F"/>
    <w:rsid w:val="002445F2"/>
    <w:rsid w:val="002452C1"/>
    <w:rsid w:val="00247D67"/>
    <w:rsid w:val="00250EC5"/>
    <w:rsid w:val="00251C88"/>
    <w:rsid w:val="00251F35"/>
    <w:rsid w:val="00253056"/>
    <w:rsid w:val="00253086"/>
    <w:rsid w:val="00254076"/>
    <w:rsid w:val="0025492B"/>
    <w:rsid w:val="00255E7D"/>
    <w:rsid w:val="002564F1"/>
    <w:rsid w:val="00256F2E"/>
    <w:rsid w:val="0025717A"/>
    <w:rsid w:val="00257A16"/>
    <w:rsid w:val="00257D6A"/>
    <w:rsid w:val="0026006F"/>
    <w:rsid w:val="00260ADD"/>
    <w:rsid w:val="00261F4B"/>
    <w:rsid w:val="00266C85"/>
    <w:rsid w:val="0026756F"/>
    <w:rsid w:val="00270041"/>
    <w:rsid w:val="002709CC"/>
    <w:rsid w:val="00271114"/>
    <w:rsid w:val="00272BA1"/>
    <w:rsid w:val="00274BA1"/>
    <w:rsid w:val="00274D61"/>
    <w:rsid w:val="002758C9"/>
    <w:rsid w:val="002772CD"/>
    <w:rsid w:val="00277923"/>
    <w:rsid w:val="00280188"/>
    <w:rsid w:val="00284D6A"/>
    <w:rsid w:val="002867BF"/>
    <w:rsid w:val="0029065B"/>
    <w:rsid w:val="002964DB"/>
    <w:rsid w:val="002A0FB8"/>
    <w:rsid w:val="002A1387"/>
    <w:rsid w:val="002A41E9"/>
    <w:rsid w:val="002A5C62"/>
    <w:rsid w:val="002A6065"/>
    <w:rsid w:val="002A6BDB"/>
    <w:rsid w:val="002A735A"/>
    <w:rsid w:val="002B0191"/>
    <w:rsid w:val="002B171E"/>
    <w:rsid w:val="002B2BCE"/>
    <w:rsid w:val="002B39C4"/>
    <w:rsid w:val="002B3C08"/>
    <w:rsid w:val="002B4022"/>
    <w:rsid w:val="002B474E"/>
    <w:rsid w:val="002B4987"/>
    <w:rsid w:val="002B502F"/>
    <w:rsid w:val="002B5D12"/>
    <w:rsid w:val="002B7C01"/>
    <w:rsid w:val="002C04B9"/>
    <w:rsid w:val="002C0E78"/>
    <w:rsid w:val="002C4A71"/>
    <w:rsid w:val="002C6F56"/>
    <w:rsid w:val="002C71F7"/>
    <w:rsid w:val="002C7653"/>
    <w:rsid w:val="002D00A5"/>
    <w:rsid w:val="002D013C"/>
    <w:rsid w:val="002D13B9"/>
    <w:rsid w:val="002D1AC3"/>
    <w:rsid w:val="002D1B26"/>
    <w:rsid w:val="002D4196"/>
    <w:rsid w:val="002D4382"/>
    <w:rsid w:val="002D4885"/>
    <w:rsid w:val="002D4BF3"/>
    <w:rsid w:val="002D5B35"/>
    <w:rsid w:val="002D6825"/>
    <w:rsid w:val="002D6C6B"/>
    <w:rsid w:val="002E0B47"/>
    <w:rsid w:val="002E5C3A"/>
    <w:rsid w:val="002F04CB"/>
    <w:rsid w:val="002F2577"/>
    <w:rsid w:val="002F4A0E"/>
    <w:rsid w:val="002F4BEB"/>
    <w:rsid w:val="002F66BC"/>
    <w:rsid w:val="00300280"/>
    <w:rsid w:val="00300E18"/>
    <w:rsid w:val="00301E57"/>
    <w:rsid w:val="00301FA8"/>
    <w:rsid w:val="00302992"/>
    <w:rsid w:val="003119A1"/>
    <w:rsid w:val="00312134"/>
    <w:rsid w:val="003122DA"/>
    <w:rsid w:val="0031256B"/>
    <w:rsid w:val="003157E3"/>
    <w:rsid w:val="003162A7"/>
    <w:rsid w:val="00316483"/>
    <w:rsid w:val="003164C9"/>
    <w:rsid w:val="00316AB9"/>
    <w:rsid w:val="00317400"/>
    <w:rsid w:val="00317783"/>
    <w:rsid w:val="00317945"/>
    <w:rsid w:val="00320225"/>
    <w:rsid w:val="00320954"/>
    <w:rsid w:val="003228A9"/>
    <w:rsid w:val="00322CB0"/>
    <w:rsid w:val="003247D5"/>
    <w:rsid w:val="003260A6"/>
    <w:rsid w:val="00330A7D"/>
    <w:rsid w:val="00330DE3"/>
    <w:rsid w:val="0033251C"/>
    <w:rsid w:val="00332EA8"/>
    <w:rsid w:val="00333915"/>
    <w:rsid w:val="003367EA"/>
    <w:rsid w:val="00336AD7"/>
    <w:rsid w:val="00336EA8"/>
    <w:rsid w:val="00337060"/>
    <w:rsid w:val="003403A7"/>
    <w:rsid w:val="003412F9"/>
    <w:rsid w:val="00341EBD"/>
    <w:rsid w:val="003424BE"/>
    <w:rsid w:val="003428F4"/>
    <w:rsid w:val="00342946"/>
    <w:rsid w:val="00346634"/>
    <w:rsid w:val="00347DA7"/>
    <w:rsid w:val="00350C52"/>
    <w:rsid w:val="00351460"/>
    <w:rsid w:val="00354160"/>
    <w:rsid w:val="0035498C"/>
    <w:rsid w:val="00360316"/>
    <w:rsid w:val="00362C18"/>
    <w:rsid w:val="00364463"/>
    <w:rsid w:val="00365CC1"/>
    <w:rsid w:val="003704A4"/>
    <w:rsid w:val="003751D6"/>
    <w:rsid w:val="003752CB"/>
    <w:rsid w:val="003752F4"/>
    <w:rsid w:val="003753C1"/>
    <w:rsid w:val="00375E1F"/>
    <w:rsid w:val="00380243"/>
    <w:rsid w:val="0038063D"/>
    <w:rsid w:val="00385473"/>
    <w:rsid w:val="003862C2"/>
    <w:rsid w:val="003872B7"/>
    <w:rsid w:val="0039184F"/>
    <w:rsid w:val="00393208"/>
    <w:rsid w:val="00395060"/>
    <w:rsid w:val="00397D0E"/>
    <w:rsid w:val="00397E28"/>
    <w:rsid w:val="003A0264"/>
    <w:rsid w:val="003A1E7C"/>
    <w:rsid w:val="003A243F"/>
    <w:rsid w:val="003A28AB"/>
    <w:rsid w:val="003B01E2"/>
    <w:rsid w:val="003B06D1"/>
    <w:rsid w:val="003B0ACF"/>
    <w:rsid w:val="003B0B55"/>
    <w:rsid w:val="003B1FDC"/>
    <w:rsid w:val="003B2532"/>
    <w:rsid w:val="003B405F"/>
    <w:rsid w:val="003B530F"/>
    <w:rsid w:val="003B5F5A"/>
    <w:rsid w:val="003B6D9E"/>
    <w:rsid w:val="003B79F1"/>
    <w:rsid w:val="003C4775"/>
    <w:rsid w:val="003C4ABE"/>
    <w:rsid w:val="003C5097"/>
    <w:rsid w:val="003C55E2"/>
    <w:rsid w:val="003C61C2"/>
    <w:rsid w:val="003C69E5"/>
    <w:rsid w:val="003C6ECF"/>
    <w:rsid w:val="003C776A"/>
    <w:rsid w:val="003C7956"/>
    <w:rsid w:val="003C7E0E"/>
    <w:rsid w:val="003C7FAC"/>
    <w:rsid w:val="003D2911"/>
    <w:rsid w:val="003D48C9"/>
    <w:rsid w:val="003D50FD"/>
    <w:rsid w:val="003E2839"/>
    <w:rsid w:val="003E2890"/>
    <w:rsid w:val="003E2A44"/>
    <w:rsid w:val="003E2E46"/>
    <w:rsid w:val="003E5035"/>
    <w:rsid w:val="003E6368"/>
    <w:rsid w:val="003E67BE"/>
    <w:rsid w:val="003F0098"/>
    <w:rsid w:val="003F00FD"/>
    <w:rsid w:val="003F0423"/>
    <w:rsid w:val="003F17EB"/>
    <w:rsid w:val="003F29E7"/>
    <w:rsid w:val="003F35B7"/>
    <w:rsid w:val="003F4444"/>
    <w:rsid w:val="003F63D4"/>
    <w:rsid w:val="003F6502"/>
    <w:rsid w:val="00403BF9"/>
    <w:rsid w:val="00403CAC"/>
    <w:rsid w:val="00403F11"/>
    <w:rsid w:val="0040439B"/>
    <w:rsid w:val="004107D4"/>
    <w:rsid w:val="00413439"/>
    <w:rsid w:val="004140B2"/>
    <w:rsid w:val="0041557C"/>
    <w:rsid w:val="004158EB"/>
    <w:rsid w:val="0041657D"/>
    <w:rsid w:val="0042014E"/>
    <w:rsid w:val="00424A1B"/>
    <w:rsid w:val="00426C4A"/>
    <w:rsid w:val="00427DE7"/>
    <w:rsid w:val="0043009B"/>
    <w:rsid w:val="00430615"/>
    <w:rsid w:val="004314D5"/>
    <w:rsid w:val="00434144"/>
    <w:rsid w:val="00434DA6"/>
    <w:rsid w:val="00435A68"/>
    <w:rsid w:val="00436A0C"/>
    <w:rsid w:val="00436C6C"/>
    <w:rsid w:val="00436EDB"/>
    <w:rsid w:val="00436F77"/>
    <w:rsid w:val="00441626"/>
    <w:rsid w:val="00442D7A"/>
    <w:rsid w:val="004436AF"/>
    <w:rsid w:val="0044442B"/>
    <w:rsid w:val="004451D8"/>
    <w:rsid w:val="00445B9F"/>
    <w:rsid w:val="004472C7"/>
    <w:rsid w:val="004476F6"/>
    <w:rsid w:val="00450972"/>
    <w:rsid w:val="00450A23"/>
    <w:rsid w:val="00451527"/>
    <w:rsid w:val="0045176C"/>
    <w:rsid w:val="004536CD"/>
    <w:rsid w:val="004545E8"/>
    <w:rsid w:val="004579CF"/>
    <w:rsid w:val="00457B0D"/>
    <w:rsid w:val="00460127"/>
    <w:rsid w:val="004612AC"/>
    <w:rsid w:val="00462771"/>
    <w:rsid w:val="004641BE"/>
    <w:rsid w:val="00464DEA"/>
    <w:rsid w:val="00471AA4"/>
    <w:rsid w:val="00471ED0"/>
    <w:rsid w:val="00476D11"/>
    <w:rsid w:val="00480415"/>
    <w:rsid w:val="00482344"/>
    <w:rsid w:val="00483FC2"/>
    <w:rsid w:val="004859B6"/>
    <w:rsid w:val="00485C83"/>
    <w:rsid w:val="00486122"/>
    <w:rsid w:val="00486784"/>
    <w:rsid w:val="004867AA"/>
    <w:rsid w:val="00486D96"/>
    <w:rsid w:val="00487827"/>
    <w:rsid w:val="00487C0C"/>
    <w:rsid w:val="00491E68"/>
    <w:rsid w:val="0049259D"/>
    <w:rsid w:val="004926F3"/>
    <w:rsid w:val="00494DF4"/>
    <w:rsid w:val="00497546"/>
    <w:rsid w:val="00497599"/>
    <w:rsid w:val="004975D6"/>
    <w:rsid w:val="00497BFB"/>
    <w:rsid w:val="004A28C3"/>
    <w:rsid w:val="004A7D29"/>
    <w:rsid w:val="004B0398"/>
    <w:rsid w:val="004B06BC"/>
    <w:rsid w:val="004B0E8B"/>
    <w:rsid w:val="004B1AAB"/>
    <w:rsid w:val="004B1B42"/>
    <w:rsid w:val="004B22BF"/>
    <w:rsid w:val="004B259A"/>
    <w:rsid w:val="004B2C6B"/>
    <w:rsid w:val="004B37A0"/>
    <w:rsid w:val="004B5242"/>
    <w:rsid w:val="004B6014"/>
    <w:rsid w:val="004B685D"/>
    <w:rsid w:val="004B7494"/>
    <w:rsid w:val="004C0493"/>
    <w:rsid w:val="004C1484"/>
    <w:rsid w:val="004C301C"/>
    <w:rsid w:val="004C40CB"/>
    <w:rsid w:val="004C4433"/>
    <w:rsid w:val="004C44D7"/>
    <w:rsid w:val="004C6B64"/>
    <w:rsid w:val="004C6EA5"/>
    <w:rsid w:val="004C6F1B"/>
    <w:rsid w:val="004D0EC6"/>
    <w:rsid w:val="004D33B1"/>
    <w:rsid w:val="004D3A5F"/>
    <w:rsid w:val="004D480C"/>
    <w:rsid w:val="004D6620"/>
    <w:rsid w:val="004D7D47"/>
    <w:rsid w:val="004E166D"/>
    <w:rsid w:val="004E17A0"/>
    <w:rsid w:val="004E1A0C"/>
    <w:rsid w:val="004E2262"/>
    <w:rsid w:val="004E2B82"/>
    <w:rsid w:val="004E2DDB"/>
    <w:rsid w:val="004E4444"/>
    <w:rsid w:val="004E4CBD"/>
    <w:rsid w:val="004E6207"/>
    <w:rsid w:val="004F03FF"/>
    <w:rsid w:val="004F1914"/>
    <w:rsid w:val="004F2CA8"/>
    <w:rsid w:val="004F3ED1"/>
    <w:rsid w:val="00501B50"/>
    <w:rsid w:val="00501C36"/>
    <w:rsid w:val="00502556"/>
    <w:rsid w:val="005025EA"/>
    <w:rsid w:val="00503239"/>
    <w:rsid w:val="00503782"/>
    <w:rsid w:val="00503B46"/>
    <w:rsid w:val="00505C22"/>
    <w:rsid w:val="005063AF"/>
    <w:rsid w:val="005063BE"/>
    <w:rsid w:val="0051115F"/>
    <w:rsid w:val="00512CCB"/>
    <w:rsid w:val="00513E8B"/>
    <w:rsid w:val="00516A96"/>
    <w:rsid w:val="00517123"/>
    <w:rsid w:val="0051740F"/>
    <w:rsid w:val="0052088E"/>
    <w:rsid w:val="0052201F"/>
    <w:rsid w:val="0052521F"/>
    <w:rsid w:val="00525EA3"/>
    <w:rsid w:val="00527296"/>
    <w:rsid w:val="005272F8"/>
    <w:rsid w:val="00532D1F"/>
    <w:rsid w:val="005334D5"/>
    <w:rsid w:val="00535777"/>
    <w:rsid w:val="00535FAD"/>
    <w:rsid w:val="00536CFA"/>
    <w:rsid w:val="00536D65"/>
    <w:rsid w:val="00536F84"/>
    <w:rsid w:val="005407D6"/>
    <w:rsid w:val="0054183A"/>
    <w:rsid w:val="00542201"/>
    <w:rsid w:val="0054356D"/>
    <w:rsid w:val="005435D1"/>
    <w:rsid w:val="005454E1"/>
    <w:rsid w:val="005455E0"/>
    <w:rsid w:val="005463C3"/>
    <w:rsid w:val="00550338"/>
    <w:rsid w:val="00550C40"/>
    <w:rsid w:val="005516F4"/>
    <w:rsid w:val="00551CEF"/>
    <w:rsid w:val="005538C3"/>
    <w:rsid w:val="00555DD9"/>
    <w:rsid w:val="00556467"/>
    <w:rsid w:val="005571A6"/>
    <w:rsid w:val="00557363"/>
    <w:rsid w:val="00560429"/>
    <w:rsid w:val="005605A7"/>
    <w:rsid w:val="00562D53"/>
    <w:rsid w:val="00563094"/>
    <w:rsid w:val="00564899"/>
    <w:rsid w:val="0056493D"/>
    <w:rsid w:val="005659AE"/>
    <w:rsid w:val="005713FF"/>
    <w:rsid w:val="005714FC"/>
    <w:rsid w:val="00571511"/>
    <w:rsid w:val="00571AA7"/>
    <w:rsid w:val="00572E9B"/>
    <w:rsid w:val="0057401D"/>
    <w:rsid w:val="00575036"/>
    <w:rsid w:val="005761B5"/>
    <w:rsid w:val="00577034"/>
    <w:rsid w:val="00577F6E"/>
    <w:rsid w:val="00580959"/>
    <w:rsid w:val="00580E7B"/>
    <w:rsid w:val="00582037"/>
    <w:rsid w:val="00582CBC"/>
    <w:rsid w:val="00582F58"/>
    <w:rsid w:val="00583726"/>
    <w:rsid w:val="00583A0D"/>
    <w:rsid w:val="00583A14"/>
    <w:rsid w:val="00583F31"/>
    <w:rsid w:val="0058422B"/>
    <w:rsid w:val="005856EB"/>
    <w:rsid w:val="00585E6C"/>
    <w:rsid w:val="00586E43"/>
    <w:rsid w:val="005870B3"/>
    <w:rsid w:val="00590723"/>
    <w:rsid w:val="00590BC5"/>
    <w:rsid w:val="0059268B"/>
    <w:rsid w:val="00592B33"/>
    <w:rsid w:val="00592CE1"/>
    <w:rsid w:val="00592DD6"/>
    <w:rsid w:val="005937EC"/>
    <w:rsid w:val="00594CC0"/>
    <w:rsid w:val="005A2320"/>
    <w:rsid w:val="005A2AED"/>
    <w:rsid w:val="005A3A4C"/>
    <w:rsid w:val="005A3D6F"/>
    <w:rsid w:val="005A5375"/>
    <w:rsid w:val="005A6195"/>
    <w:rsid w:val="005A6495"/>
    <w:rsid w:val="005A7440"/>
    <w:rsid w:val="005A75C2"/>
    <w:rsid w:val="005B11EF"/>
    <w:rsid w:val="005B1894"/>
    <w:rsid w:val="005B4AD1"/>
    <w:rsid w:val="005B7682"/>
    <w:rsid w:val="005C0F8B"/>
    <w:rsid w:val="005C12BB"/>
    <w:rsid w:val="005C13D1"/>
    <w:rsid w:val="005C40FB"/>
    <w:rsid w:val="005C688E"/>
    <w:rsid w:val="005D34FF"/>
    <w:rsid w:val="005D385D"/>
    <w:rsid w:val="005D4E4D"/>
    <w:rsid w:val="005D518F"/>
    <w:rsid w:val="005D631D"/>
    <w:rsid w:val="005D6E79"/>
    <w:rsid w:val="005D7927"/>
    <w:rsid w:val="005E18AE"/>
    <w:rsid w:val="005E1B7C"/>
    <w:rsid w:val="005E1C12"/>
    <w:rsid w:val="005E2770"/>
    <w:rsid w:val="005E2C74"/>
    <w:rsid w:val="005E5CD0"/>
    <w:rsid w:val="005E7293"/>
    <w:rsid w:val="005F0BC2"/>
    <w:rsid w:val="005F1110"/>
    <w:rsid w:val="005F4D34"/>
    <w:rsid w:val="005F5FB6"/>
    <w:rsid w:val="00600B59"/>
    <w:rsid w:val="00600E1E"/>
    <w:rsid w:val="006034EB"/>
    <w:rsid w:val="006037E6"/>
    <w:rsid w:val="00604514"/>
    <w:rsid w:val="00606885"/>
    <w:rsid w:val="00607274"/>
    <w:rsid w:val="00607F25"/>
    <w:rsid w:val="00611465"/>
    <w:rsid w:val="006117C3"/>
    <w:rsid w:val="0061256A"/>
    <w:rsid w:val="006133AE"/>
    <w:rsid w:val="0061340B"/>
    <w:rsid w:val="00613886"/>
    <w:rsid w:val="0061558E"/>
    <w:rsid w:val="006159EC"/>
    <w:rsid w:val="00621CAE"/>
    <w:rsid w:val="006222D8"/>
    <w:rsid w:val="006226FE"/>
    <w:rsid w:val="00622CB1"/>
    <w:rsid w:val="00627105"/>
    <w:rsid w:val="00627964"/>
    <w:rsid w:val="00631369"/>
    <w:rsid w:val="00631D51"/>
    <w:rsid w:val="00632527"/>
    <w:rsid w:val="00632C10"/>
    <w:rsid w:val="00634017"/>
    <w:rsid w:val="00634190"/>
    <w:rsid w:val="006348E3"/>
    <w:rsid w:val="006356AF"/>
    <w:rsid w:val="00636EBC"/>
    <w:rsid w:val="006375D4"/>
    <w:rsid w:val="006407AF"/>
    <w:rsid w:val="00641C27"/>
    <w:rsid w:val="006427F2"/>
    <w:rsid w:val="0064281C"/>
    <w:rsid w:val="006517ED"/>
    <w:rsid w:val="00651E8E"/>
    <w:rsid w:val="00652427"/>
    <w:rsid w:val="006554FC"/>
    <w:rsid w:val="0065589E"/>
    <w:rsid w:val="00660BA7"/>
    <w:rsid w:val="006632F9"/>
    <w:rsid w:val="00663E9C"/>
    <w:rsid w:val="0066422E"/>
    <w:rsid w:val="006652AB"/>
    <w:rsid w:val="006664DC"/>
    <w:rsid w:val="006669A6"/>
    <w:rsid w:val="006675A8"/>
    <w:rsid w:val="00670E0D"/>
    <w:rsid w:val="0067186E"/>
    <w:rsid w:val="006724D1"/>
    <w:rsid w:val="00672E05"/>
    <w:rsid w:val="00674EA9"/>
    <w:rsid w:val="0067547E"/>
    <w:rsid w:val="006777CF"/>
    <w:rsid w:val="00677DCE"/>
    <w:rsid w:val="00680098"/>
    <w:rsid w:val="006804FA"/>
    <w:rsid w:val="00682E2A"/>
    <w:rsid w:val="006831B8"/>
    <w:rsid w:val="006842C6"/>
    <w:rsid w:val="00684DE3"/>
    <w:rsid w:val="00685083"/>
    <w:rsid w:val="00686237"/>
    <w:rsid w:val="00686B7D"/>
    <w:rsid w:val="00687609"/>
    <w:rsid w:val="0068790F"/>
    <w:rsid w:val="00692582"/>
    <w:rsid w:val="00692AB8"/>
    <w:rsid w:val="00692D66"/>
    <w:rsid w:val="0069343D"/>
    <w:rsid w:val="00694AFD"/>
    <w:rsid w:val="0069549B"/>
    <w:rsid w:val="00697294"/>
    <w:rsid w:val="00697825"/>
    <w:rsid w:val="006A0947"/>
    <w:rsid w:val="006A1024"/>
    <w:rsid w:val="006B03CF"/>
    <w:rsid w:val="006B297D"/>
    <w:rsid w:val="006B31DF"/>
    <w:rsid w:val="006B337E"/>
    <w:rsid w:val="006B6B5E"/>
    <w:rsid w:val="006C0A98"/>
    <w:rsid w:val="006C2050"/>
    <w:rsid w:val="006C2920"/>
    <w:rsid w:val="006C32CB"/>
    <w:rsid w:val="006C709B"/>
    <w:rsid w:val="006C7507"/>
    <w:rsid w:val="006C7BA3"/>
    <w:rsid w:val="006D02E3"/>
    <w:rsid w:val="006D0312"/>
    <w:rsid w:val="006D0656"/>
    <w:rsid w:val="006D22DA"/>
    <w:rsid w:val="006D25CE"/>
    <w:rsid w:val="006D2B37"/>
    <w:rsid w:val="006D3CD1"/>
    <w:rsid w:val="006D4DCB"/>
    <w:rsid w:val="006D4E04"/>
    <w:rsid w:val="006D55E6"/>
    <w:rsid w:val="006D7B22"/>
    <w:rsid w:val="006E0578"/>
    <w:rsid w:val="006E08D2"/>
    <w:rsid w:val="006E10FE"/>
    <w:rsid w:val="006E1697"/>
    <w:rsid w:val="006E28F7"/>
    <w:rsid w:val="006E2BAE"/>
    <w:rsid w:val="006E2BD5"/>
    <w:rsid w:val="006E3E9B"/>
    <w:rsid w:val="006E4AEA"/>
    <w:rsid w:val="006E592C"/>
    <w:rsid w:val="006E63A7"/>
    <w:rsid w:val="006E673F"/>
    <w:rsid w:val="006E6A4A"/>
    <w:rsid w:val="006E70B6"/>
    <w:rsid w:val="006F086C"/>
    <w:rsid w:val="006F202B"/>
    <w:rsid w:val="006F2810"/>
    <w:rsid w:val="006F4563"/>
    <w:rsid w:val="006F49B6"/>
    <w:rsid w:val="006F6FF0"/>
    <w:rsid w:val="006F704F"/>
    <w:rsid w:val="00700DD8"/>
    <w:rsid w:val="00701D76"/>
    <w:rsid w:val="0070200C"/>
    <w:rsid w:val="00702068"/>
    <w:rsid w:val="007033B7"/>
    <w:rsid w:val="00704281"/>
    <w:rsid w:val="007046BC"/>
    <w:rsid w:val="0070517B"/>
    <w:rsid w:val="007057FF"/>
    <w:rsid w:val="00705FD5"/>
    <w:rsid w:val="00706C60"/>
    <w:rsid w:val="00707AEB"/>
    <w:rsid w:val="00711998"/>
    <w:rsid w:val="00711F27"/>
    <w:rsid w:val="00712B9F"/>
    <w:rsid w:val="007170FD"/>
    <w:rsid w:val="00720E1B"/>
    <w:rsid w:val="00721FC9"/>
    <w:rsid w:val="007235DC"/>
    <w:rsid w:val="00727BAC"/>
    <w:rsid w:val="00731AF8"/>
    <w:rsid w:val="00732100"/>
    <w:rsid w:val="00733760"/>
    <w:rsid w:val="00735093"/>
    <w:rsid w:val="007352EC"/>
    <w:rsid w:val="00736DDE"/>
    <w:rsid w:val="0074095C"/>
    <w:rsid w:val="00742160"/>
    <w:rsid w:val="007432CE"/>
    <w:rsid w:val="00745E52"/>
    <w:rsid w:val="0074681B"/>
    <w:rsid w:val="007471BA"/>
    <w:rsid w:val="00747647"/>
    <w:rsid w:val="007477DC"/>
    <w:rsid w:val="00747A39"/>
    <w:rsid w:val="007501A2"/>
    <w:rsid w:val="007517B1"/>
    <w:rsid w:val="00753763"/>
    <w:rsid w:val="00755C09"/>
    <w:rsid w:val="00756172"/>
    <w:rsid w:val="00756480"/>
    <w:rsid w:val="0075648F"/>
    <w:rsid w:val="00762341"/>
    <w:rsid w:val="007632A5"/>
    <w:rsid w:val="00765A70"/>
    <w:rsid w:val="00766DD9"/>
    <w:rsid w:val="00767750"/>
    <w:rsid w:val="00767FE9"/>
    <w:rsid w:val="00771CA9"/>
    <w:rsid w:val="00773137"/>
    <w:rsid w:val="00775470"/>
    <w:rsid w:val="00776FC7"/>
    <w:rsid w:val="007805CA"/>
    <w:rsid w:val="00780C04"/>
    <w:rsid w:val="00783B20"/>
    <w:rsid w:val="00783D0B"/>
    <w:rsid w:val="0078418F"/>
    <w:rsid w:val="00784EDF"/>
    <w:rsid w:val="0078504D"/>
    <w:rsid w:val="00785E77"/>
    <w:rsid w:val="00786D06"/>
    <w:rsid w:val="00787413"/>
    <w:rsid w:val="00787E6D"/>
    <w:rsid w:val="00790B55"/>
    <w:rsid w:val="00791E1A"/>
    <w:rsid w:val="00792BB6"/>
    <w:rsid w:val="00793D76"/>
    <w:rsid w:val="007948B7"/>
    <w:rsid w:val="007967CF"/>
    <w:rsid w:val="007A084E"/>
    <w:rsid w:val="007A2C24"/>
    <w:rsid w:val="007A3883"/>
    <w:rsid w:val="007A54AB"/>
    <w:rsid w:val="007A5CE4"/>
    <w:rsid w:val="007A6738"/>
    <w:rsid w:val="007A686E"/>
    <w:rsid w:val="007A73FF"/>
    <w:rsid w:val="007A7EB7"/>
    <w:rsid w:val="007B133A"/>
    <w:rsid w:val="007B3D8C"/>
    <w:rsid w:val="007B3FC2"/>
    <w:rsid w:val="007B41B4"/>
    <w:rsid w:val="007B58DE"/>
    <w:rsid w:val="007B5DEB"/>
    <w:rsid w:val="007B5EED"/>
    <w:rsid w:val="007C0652"/>
    <w:rsid w:val="007C081E"/>
    <w:rsid w:val="007C0860"/>
    <w:rsid w:val="007C2D9D"/>
    <w:rsid w:val="007C3177"/>
    <w:rsid w:val="007C4896"/>
    <w:rsid w:val="007C5F29"/>
    <w:rsid w:val="007D0D64"/>
    <w:rsid w:val="007D217C"/>
    <w:rsid w:val="007D26C9"/>
    <w:rsid w:val="007D51D4"/>
    <w:rsid w:val="007D5561"/>
    <w:rsid w:val="007D6F0C"/>
    <w:rsid w:val="007D760B"/>
    <w:rsid w:val="007E0064"/>
    <w:rsid w:val="007E161B"/>
    <w:rsid w:val="007E3C7E"/>
    <w:rsid w:val="007E56A4"/>
    <w:rsid w:val="007E6D02"/>
    <w:rsid w:val="007E6E4C"/>
    <w:rsid w:val="007E705A"/>
    <w:rsid w:val="007F53AA"/>
    <w:rsid w:val="007F73D6"/>
    <w:rsid w:val="00802AE2"/>
    <w:rsid w:val="0080328D"/>
    <w:rsid w:val="008051B6"/>
    <w:rsid w:val="008063B2"/>
    <w:rsid w:val="00811D66"/>
    <w:rsid w:val="008147CD"/>
    <w:rsid w:val="00814956"/>
    <w:rsid w:val="0082339D"/>
    <w:rsid w:val="00826325"/>
    <w:rsid w:val="0082639D"/>
    <w:rsid w:val="00826D0D"/>
    <w:rsid w:val="00830144"/>
    <w:rsid w:val="008305DD"/>
    <w:rsid w:val="00831D8A"/>
    <w:rsid w:val="00832E00"/>
    <w:rsid w:val="00832F83"/>
    <w:rsid w:val="00833515"/>
    <w:rsid w:val="0083374E"/>
    <w:rsid w:val="00834655"/>
    <w:rsid w:val="00836AC3"/>
    <w:rsid w:val="00837CB4"/>
    <w:rsid w:val="008400C7"/>
    <w:rsid w:val="00840C83"/>
    <w:rsid w:val="008421F9"/>
    <w:rsid w:val="008429CD"/>
    <w:rsid w:val="00842EF2"/>
    <w:rsid w:val="00843EC4"/>
    <w:rsid w:val="00846035"/>
    <w:rsid w:val="00846503"/>
    <w:rsid w:val="0085030A"/>
    <w:rsid w:val="00851C5C"/>
    <w:rsid w:val="008545DF"/>
    <w:rsid w:val="00855136"/>
    <w:rsid w:val="00860B3C"/>
    <w:rsid w:val="00864CF1"/>
    <w:rsid w:val="0086732D"/>
    <w:rsid w:val="00867AEA"/>
    <w:rsid w:val="00867C6C"/>
    <w:rsid w:val="00870A6E"/>
    <w:rsid w:val="00870C08"/>
    <w:rsid w:val="00870E34"/>
    <w:rsid w:val="008717F2"/>
    <w:rsid w:val="008718BD"/>
    <w:rsid w:val="008730E5"/>
    <w:rsid w:val="0087426D"/>
    <w:rsid w:val="00875478"/>
    <w:rsid w:val="00875BFC"/>
    <w:rsid w:val="00876C04"/>
    <w:rsid w:val="0088092B"/>
    <w:rsid w:val="00882909"/>
    <w:rsid w:val="00883180"/>
    <w:rsid w:val="00883CD9"/>
    <w:rsid w:val="0088548B"/>
    <w:rsid w:val="00886940"/>
    <w:rsid w:val="0089026F"/>
    <w:rsid w:val="00891205"/>
    <w:rsid w:val="0089472F"/>
    <w:rsid w:val="00896657"/>
    <w:rsid w:val="00897F35"/>
    <w:rsid w:val="008A39A4"/>
    <w:rsid w:val="008A3E7B"/>
    <w:rsid w:val="008A45B8"/>
    <w:rsid w:val="008A5D2F"/>
    <w:rsid w:val="008A5FC3"/>
    <w:rsid w:val="008A6A0A"/>
    <w:rsid w:val="008A6B9F"/>
    <w:rsid w:val="008B205C"/>
    <w:rsid w:val="008B2D53"/>
    <w:rsid w:val="008B3137"/>
    <w:rsid w:val="008B5AC9"/>
    <w:rsid w:val="008B6699"/>
    <w:rsid w:val="008B6956"/>
    <w:rsid w:val="008B73FC"/>
    <w:rsid w:val="008C06C1"/>
    <w:rsid w:val="008C4571"/>
    <w:rsid w:val="008C5018"/>
    <w:rsid w:val="008D17AA"/>
    <w:rsid w:val="008D2C52"/>
    <w:rsid w:val="008D4582"/>
    <w:rsid w:val="008D4B0C"/>
    <w:rsid w:val="008D5A80"/>
    <w:rsid w:val="008D75C9"/>
    <w:rsid w:val="008E1A84"/>
    <w:rsid w:val="008E1AA9"/>
    <w:rsid w:val="008E4E93"/>
    <w:rsid w:val="008E5954"/>
    <w:rsid w:val="008E65F6"/>
    <w:rsid w:val="008F0BFC"/>
    <w:rsid w:val="008F1DF1"/>
    <w:rsid w:val="008F2636"/>
    <w:rsid w:val="008F4B0E"/>
    <w:rsid w:val="008F548D"/>
    <w:rsid w:val="008F55D6"/>
    <w:rsid w:val="008F6682"/>
    <w:rsid w:val="008F6892"/>
    <w:rsid w:val="008F6BB8"/>
    <w:rsid w:val="008F71AA"/>
    <w:rsid w:val="009004CA"/>
    <w:rsid w:val="00900CD2"/>
    <w:rsid w:val="0090195C"/>
    <w:rsid w:val="00901966"/>
    <w:rsid w:val="009020AA"/>
    <w:rsid w:val="00902120"/>
    <w:rsid w:val="0090253A"/>
    <w:rsid w:val="009036E7"/>
    <w:rsid w:val="00905E57"/>
    <w:rsid w:val="009062BF"/>
    <w:rsid w:val="00906532"/>
    <w:rsid w:val="00907C07"/>
    <w:rsid w:val="009101E3"/>
    <w:rsid w:val="00913462"/>
    <w:rsid w:val="009141D6"/>
    <w:rsid w:val="009152D8"/>
    <w:rsid w:val="00915A5A"/>
    <w:rsid w:val="00915E6A"/>
    <w:rsid w:val="0091639F"/>
    <w:rsid w:val="00920AE0"/>
    <w:rsid w:val="00920BA2"/>
    <w:rsid w:val="00921422"/>
    <w:rsid w:val="00921BE7"/>
    <w:rsid w:val="00921C3C"/>
    <w:rsid w:val="00921E7C"/>
    <w:rsid w:val="00924F6A"/>
    <w:rsid w:val="00925941"/>
    <w:rsid w:val="0093288D"/>
    <w:rsid w:val="0093363E"/>
    <w:rsid w:val="009340C7"/>
    <w:rsid w:val="009341FB"/>
    <w:rsid w:val="009346B0"/>
    <w:rsid w:val="00934786"/>
    <w:rsid w:val="00935657"/>
    <w:rsid w:val="0093608B"/>
    <w:rsid w:val="0093642F"/>
    <w:rsid w:val="009367C0"/>
    <w:rsid w:val="00936DD6"/>
    <w:rsid w:val="00937D93"/>
    <w:rsid w:val="0094024D"/>
    <w:rsid w:val="00942041"/>
    <w:rsid w:val="0094371C"/>
    <w:rsid w:val="00943A9B"/>
    <w:rsid w:val="0094484B"/>
    <w:rsid w:val="00944D7A"/>
    <w:rsid w:val="00945374"/>
    <w:rsid w:val="00947707"/>
    <w:rsid w:val="00947D15"/>
    <w:rsid w:val="00947E63"/>
    <w:rsid w:val="00950FA5"/>
    <w:rsid w:val="00951682"/>
    <w:rsid w:val="009528C7"/>
    <w:rsid w:val="00953BDC"/>
    <w:rsid w:val="0095551D"/>
    <w:rsid w:val="00955868"/>
    <w:rsid w:val="00960758"/>
    <w:rsid w:val="009611B4"/>
    <w:rsid w:val="00961349"/>
    <w:rsid w:val="0096708E"/>
    <w:rsid w:val="00967A98"/>
    <w:rsid w:val="00967B90"/>
    <w:rsid w:val="00970AE1"/>
    <w:rsid w:val="00972465"/>
    <w:rsid w:val="0097452F"/>
    <w:rsid w:val="00975904"/>
    <w:rsid w:val="009804F6"/>
    <w:rsid w:val="009809F6"/>
    <w:rsid w:val="00980FEF"/>
    <w:rsid w:val="00981605"/>
    <w:rsid w:val="009830AC"/>
    <w:rsid w:val="00985196"/>
    <w:rsid w:val="0098587C"/>
    <w:rsid w:val="00985A59"/>
    <w:rsid w:val="00987FB2"/>
    <w:rsid w:val="009903D1"/>
    <w:rsid w:val="00992756"/>
    <w:rsid w:val="00992D8F"/>
    <w:rsid w:val="0099445C"/>
    <w:rsid w:val="0099563B"/>
    <w:rsid w:val="0099568C"/>
    <w:rsid w:val="009A0966"/>
    <w:rsid w:val="009A1027"/>
    <w:rsid w:val="009A2240"/>
    <w:rsid w:val="009A2E46"/>
    <w:rsid w:val="009A3614"/>
    <w:rsid w:val="009A4897"/>
    <w:rsid w:val="009A6654"/>
    <w:rsid w:val="009A6E90"/>
    <w:rsid w:val="009A79B2"/>
    <w:rsid w:val="009B0516"/>
    <w:rsid w:val="009B1887"/>
    <w:rsid w:val="009B2CC6"/>
    <w:rsid w:val="009B2EBB"/>
    <w:rsid w:val="009B335A"/>
    <w:rsid w:val="009B3EFC"/>
    <w:rsid w:val="009B3F4D"/>
    <w:rsid w:val="009B5391"/>
    <w:rsid w:val="009C08FD"/>
    <w:rsid w:val="009C223A"/>
    <w:rsid w:val="009C7390"/>
    <w:rsid w:val="009D0159"/>
    <w:rsid w:val="009D0570"/>
    <w:rsid w:val="009D0DFB"/>
    <w:rsid w:val="009D1E3D"/>
    <w:rsid w:val="009D220F"/>
    <w:rsid w:val="009D3672"/>
    <w:rsid w:val="009D4DFE"/>
    <w:rsid w:val="009D5791"/>
    <w:rsid w:val="009D5822"/>
    <w:rsid w:val="009D58F4"/>
    <w:rsid w:val="009D5F92"/>
    <w:rsid w:val="009D72F0"/>
    <w:rsid w:val="009E229D"/>
    <w:rsid w:val="009E58AE"/>
    <w:rsid w:val="009E6B84"/>
    <w:rsid w:val="009F0439"/>
    <w:rsid w:val="009F09AC"/>
    <w:rsid w:val="009F0F53"/>
    <w:rsid w:val="009F1928"/>
    <w:rsid w:val="009F4FF8"/>
    <w:rsid w:val="009F58B9"/>
    <w:rsid w:val="009F5C46"/>
    <w:rsid w:val="009F6615"/>
    <w:rsid w:val="009F6D01"/>
    <w:rsid w:val="009F6D97"/>
    <w:rsid w:val="009F6F1B"/>
    <w:rsid w:val="009F7DFC"/>
    <w:rsid w:val="00A00AB8"/>
    <w:rsid w:val="00A010B4"/>
    <w:rsid w:val="00A038E4"/>
    <w:rsid w:val="00A03BD6"/>
    <w:rsid w:val="00A03DC8"/>
    <w:rsid w:val="00A05372"/>
    <w:rsid w:val="00A05495"/>
    <w:rsid w:val="00A056A8"/>
    <w:rsid w:val="00A056D5"/>
    <w:rsid w:val="00A0577D"/>
    <w:rsid w:val="00A067AE"/>
    <w:rsid w:val="00A12027"/>
    <w:rsid w:val="00A132E5"/>
    <w:rsid w:val="00A139E6"/>
    <w:rsid w:val="00A147DA"/>
    <w:rsid w:val="00A17068"/>
    <w:rsid w:val="00A2002F"/>
    <w:rsid w:val="00A212AA"/>
    <w:rsid w:val="00A264BD"/>
    <w:rsid w:val="00A27313"/>
    <w:rsid w:val="00A30388"/>
    <w:rsid w:val="00A3098A"/>
    <w:rsid w:val="00A4118A"/>
    <w:rsid w:val="00A41F5A"/>
    <w:rsid w:val="00A4282C"/>
    <w:rsid w:val="00A436DC"/>
    <w:rsid w:val="00A449E2"/>
    <w:rsid w:val="00A44FC6"/>
    <w:rsid w:val="00A46472"/>
    <w:rsid w:val="00A46B0E"/>
    <w:rsid w:val="00A46BD4"/>
    <w:rsid w:val="00A46D9D"/>
    <w:rsid w:val="00A470E2"/>
    <w:rsid w:val="00A50769"/>
    <w:rsid w:val="00A5080C"/>
    <w:rsid w:val="00A50E54"/>
    <w:rsid w:val="00A51590"/>
    <w:rsid w:val="00A52111"/>
    <w:rsid w:val="00A52291"/>
    <w:rsid w:val="00A52CDE"/>
    <w:rsid w:val="00A52F03"/>
    <w:rsid w:val="00A53E0D"/>
    <w:rsid w:val="00A54DCB"/>
    <w:rsid w:val="00A55C91"/>
    <w:rsid w:val="00A572DB"/>
    <w:rsid w:val="00A60B05"/>
    <w:rsid w:val="00A62C4F"/>
    <w:rsid w:val="00A6693A"/>
    <w:rsid w:val="00A66DB2"/>
    <w:rsid w:val="00A672F3"/>
    <w:rsid w:val="00A70FE3"/>
    <w:rsid w:val="00A724FD"/>
    <w:rsid w:val="00A72989"/>
    <w:rsid w:val="00A735FF"/>
    <w:rsid w:val="00A75AD5"/>
    <w:rsid w:val="00A80026"/>
    <w:rsid w:val="00A836B6"/>
    <w:rsid w:val="00A84840"/>
    <w:rsid w:val="00A86AFE"/>
    <w:rsid w:val="00A904DC"/>
    <w:rsid w:val="00A916D3"/>
    <w:rsid w:val="00A92173"/>
    <w:rsid w:val="00A92DCE"/>
    <w:rsid w:val="00A92F2E"/>
    <w:rsid w:val="00A9426B"/>
    <w:rsid w:val="00A94848"/>
    <w:rsid w:val="00A96BFD"/>
    <w:rsid w:val="00AA0FCD"/>
    <w:rsid w:val="00AA18BC"/>
    <w:rsid w:val="00AA3C8A"/>
    <w:rsid w:val="00AA418F"/>
    <w:rsid w:val="00AA4D08"/>
    <w:rsid w:val="00AA69EA"/>
    <w:rsid w:val="00AA7ADA"/>
    <w:rsid w:val="00AB0FD8"/>
    <w:rsid w:val="00AB34A1"/>
    <w:rsid w:val="00AB5161"/>
    <w:rsid w:val="00AB5611"/>
    <w:rsid w:val="00AB5C3A"/>
    <w:rsid w:val="00AB74E0"/>
    <w:rsid w:val="00AC0630"/>
    <w:rsid w:val="00AC1AAB"/>
    <w:rsid w:val="00AC27BB"/>
    <w:rsid w:val="00AC3332"/>
    <w:rsid w:val="00AC33E4"/>
    <w:rsid w:val="00AC394C"/>
    <w:rsid w:val="00AC3E0F"/>
    <w:rsid w:val="00AC4B19"/>
    <w:rsid w:val="00AC6166"/>
    <w:rsid w:val="00AC691F"/>
    <w:rsid w:val="00AD12C7"/>
    <w:rsid w:val="00AD139D"/>
    <w:rsid w:val="00AD14D3"/>
    <w:rsid w:val="00AD2843"/>
    <w:rsid w:val="00AD4183"/>
    <w:rsid w:val="00AD435F"/>
    <w:rsid w:val="00AD5F4E"/>
    <w:rsid w:val="00AD6B6B"/>
    <w:rsid w:val="00AD6D58"/>
    <w:rsid w:val="00AD7DCA"/>
    <w:rsid w:val="00AE017A"/>
    <w:rsid w:val="00AE036C"/>
    <w:rsid w:val="00AE1975"/>
    <w:rsid w:val="00AE4293"/>
    <w:rsid w:val="00AE4B75"/>
    <w:rsid w:val="00AE5727"/>
    <w:rsid w:val="00AE6F05"/>
    <w:rsid w:val="00AE7828"/>
    <w:rsid w:val="00AE7D90"/>
    <w:rsid w:val="00AF1030"/>
    <w:rsid w:val="00AF18FB"/>
    <w:rsid w:val="00AF1C61"/>
    <w:rsid w:val="00AF2B0D"/>
    <w:rsid w:val="00AF3AED"/>
    <w:rsid w:val="00AF409F"/>
    <w:rsid w:val="00AF563B"/>
    <w:rsid w:val="00AF595C"/>
    <w:rsid w:val="00AF6B9B"/>
    <w:rsid w:val="00AF6DB6"/>
    <w:rsid w:val="00B00AEE"/>
    <w:rsid w:val="00B00EE2"/>
    <w:rsid w:val="00B020C8"/>
    <w:rsid w:val="00B021FD"/>
    <w:rsid w:val="00B05A14"/>
    <w:rsid w:val="00B06C48"/>
    <w:rsid w:val="00B07851"/>
    <w:rsid w:val="00B1094E"/>
    <w:rsid w:val="00B1179A"/>
    <w:rsid w:val="00B127B1"/>
    <w:rsid w:val="00B12E37"/>
    <w:rsid w:val="00B13FD1"/>
    <w:rsid w:val="00B17491"/>
    <w:rsid w:val="00B23733"/>
    <w:rsid w:val="00B24FB7"/>
    <w:rsid w:val="00B26ED5"/>
    <w:rsid w:val="00B312E5"/>
    <w:rsid w:val="00B31388"/>
    <w:rsid w:val="00B324D1"/>
    <w:rsid w:val="00B32C1A"/>
    <w:rsid w:val="00B32D8E"/>
    <w:rsid w:val="00B33C7D"/>
    <w:rsid w:val="00B3712B"/>
    <w:rsid w:val="00B37AF3"/>
    <w:rsid w:val="00B37CCC"/>
    <w:rsid w:val="00B4008F"/>
    <w:rsid w:val="00B4230D"/>
    <w:rsid w:val="00B42504"/>
    <w:rsid w:val="00B427BB"/>
    <w:rsid w:val="00B4464F"/>
    <w:rsid w:val="00B44FF2"/>
    <w:rsid w:val="00B5057E"/>
    <w:rsid w:val="00B5116A"/>
    <w:rsid w:val="00B51199"/>
    <w:rsid w:val="00B536B4"/>
    <w:rsid w:val="00B53A12"/>
    <w:rsid w:val="00B557C2"/>
    <w:rsid w:val="00B55F9C"/>
    <w:rsid w:val="00B56E6A"/>
    <w:rsid w:val="00B56F20"/>
    <w:rsid w:val="00B57698"/>
    <w:rsid w:val="00B6021B"/>
    <w:rsid w:val="00B603D8"/>
    <w:rsid w:val="00B630A1"/>
    <w:rsid w:val="00B638A7"/>
    <w:rsid w:val="00B65979"/>
    <w:rsid w:val="00B65C9B"/>
    <w:rsid w:val="00B66AB3"/>
    <w:rsid w:val="00B66DE1"/>
    <w:rsid w:val="00B67EFE"/>
    <w:rsid w:val="00B71377"/>
    <w:rsid w:val="00B73BBD"/>
    <w:rsid w:val="00B756EF"/>
    <w:rsid w:val="00B76132"/>
    <w:rsid w:val="00B766D7"/>
    <w:rsid w:val="00B76859"/>
    <w:rsid w:val="00B77232"/>
    <w:rsid w:val="00B77541"/>
    <w:rsid w:val="00B77799"/>
    <w:rsid w:val="00B8034F"/>
    <w:rsid w:val="00B80A86"/>
    <w:rsid w:val="00B80CD3"/>
    <w:rsid w:val="00B80FC2"/>
    <w:rsid w:val="00B810F1"/>
    <w:rsid w:val="00B81976"/>
    <w:rsid w:val="00B81D92"/>
    <w:rsid w:val="00B82711"/>
    <w:rsid w:val="00B831DF"/>
    <w:rsid w:val="00B84A8C"/>
    <w:rsid w:val="00B85267"/>
    <w:rsid w:val="00B85918"/>
    <w:rsid w:val="00B85FCE"/>
    <w:rsid w:val="00B862C5"/>
    <w:rsid w:val="00B8724A"/>
    <w:rsid w:val="00B8777F"/>
    <w:rsid w:val="00B9028F"/>
    <w:rsid w:val="00B9090F"/>
    <w:rsid w:val="00B91E79"/>
    <w:rsid w:val="00B92DD6"/>
    <w:rsid w:val="00B951BC"/>
    <w:rsid w:val="00B95C11"/>
    <w:rsid w:val="00B96F31"/>
    <w:rsid w:val="00BA1906"/>
    <w:rsid w:val="00BA2EFF"/>
    <w:rsid w:val="00BA3C77"/>
    <w:rsid w:val="00BA3C7F"/>
    <w:rsid w:val="00BA4794"/>
    <w:rsid w:val="00BB1229"/>
    <w:rsid w:val="00BB1775"/>
    <w:rsid w:val="00BB2665"/>
    <w:rsid w:val="00BB2B34"/>
    <w:rsid w:val="00BB54EC"/>
    <w:rsid w:val="00BB5FC6"/>
    <w:rsid w:val="00BC00D1"/>
    <w:rsid w:val="00BC16C1"/>
    <w:rsid w:val="00BC206B"/>
    <w:rsid w:val="00BC2E18"/>
    <w:rsid w:val="00BC3C37"/>
    <w:rsid w:val="00BC510C"/>
    <w:rsid w:val="00BC533E"/>
    <w:rsid w:val="00BC54E0"/>
    <w:rsid w:val="00BC68DC"/>
    <w:rsid w:val="00BD049D"/>
    <w:rsid w:val="00BD0A74"/>
    <w:rsid w:val="00BD0E65"/>
    <w:rsid w:val="00BD21B8"/>
    <w:rsid w:val="00BD2C57"/>
    <w:rsid w:val="00BD3189"/>
    <w:rsid w:val="00BD430B"/>
    <w:rsid w:val="00BD4831"/>
    <w:rsid w:val="00BD6159"/>
    <w:rsid w:val="00BE157E"/>
    <w:rsid w:val="00BE3484"/>
    <w:rsid w:val="00BE3EBA"/>
    <w:rsid w:val="00BE6118"/>
    <w:rsid w:val="00BF053A"/>
    <w:rsid w:val="00BF113E"/>
    <w:rsid w:val="00BF130A"/>
    <w:rsid w:val="00BF14FB"/>
    <w:rsid w:val="00BF2370"/>
    <w:rsid w:val="00BF4490"/>
    <w:rsid w:val="00BF4891"/>
    <w:rsid w:val="00BF74AD"/>
    <w:rsid w:val="00BF75AF"/>
    <w:rsid w:val="00BF7CD0"/>
    <w:rsid w:val="00C010DC"/>
    <w:rsid w:val="00C01363"/>
    <w:rsid w:val="00C02A0A"/>
    <w:rsid w:val="00C03284"/>
    <w:rsid w:val="00C05126"/>
    <w:rsid w:val="00C0548D"/>
    <w:rsid w:val="00C055FE"/>
    <w:rsid w:val="00C07318"/>
    <w:rsid w:val="00C0741C"/>
    <w:rsid w:val="00C13004"/>
    <w:rsid w:val="00C15738"/>
    <w:rsid w:val="00C17211"/>
    <w:rsid w:val="00C178E3"/>
    <w:rsid w:val="00C213B7"/>
    <w:rsid w:val="00C22926"/>
    <w:rsid w:val="00C22C72"/>
    <w:rsid w:val="00C24317"/>
    <w:rsid w:val="00C251DE"/>
    <w:rsid w:val="00C25938"/>
    <w:rsid w:val="00C25AE2"/>
    <w:rsid w:val="00C26F17"/>
    <w:rsid w:val="00C274B1"/>
    <w:rsid w:val="00C27E0E"/>
    <w:rsid w:val="00C30F77"/>
    <w:rsid w:val="00C32310"/>
    <w:rsid w:val="00C35177"/>
    <w:rsid w:val="00C3519C"/>
    <w:rsid w:val="00C35D55"/>
    <w:rsid w:val="00C36615"/>
    <w:rsid w:val="00C374CC"/>
    <w:rsid w:val="00C40E1A"/>
    <w:rsid w:val="00C42A07"/>
    <w:rsid w:val="00C43E5B"/>
    <w:rsid w:val="00C45906"/>
    <w:rsid w:val="00C4675C"/>
    <w:rsid w:val="00C478B1"/>
    <w:rsid w:val="00C505D4"/>
    <w:rsid w:val="00C52287"/>
    <w:rsid w:val="00C52574"/>
    <w:rsid w:val="00C53707"/>
    <w:rsid w:val="00C53B13"/>
    <w:rsid w:val="00C54EEC"/>
    <w:rsid w:val="00C550F7"/>
    <w:rsid w:val="00C554AE"/>
    <w:rsid w:val="00C55893"/>
    <w:rsid w:val="00C55CAB"/>
    <w:rsid w:val="00C55E91"/>
    <w:rsid w:val="00C56E99"/>
    <w:rsid w:val="00C56F87"/>
    <w:rsid w:val="00C5722D"/>
    <w:rsid w:val="00C5749F"/>
    <w:rsid w:val="00C576A2"/>
    <w:rsid w:val="00C57B57"/>
    <w:rsid w:val="00C604E2"/>
    <w:rsid w:val="00C60D2D"/>
    <w:rsid w:val="00C6437E"/>
    <w:rsid w:val="00C645AB"/>
    <w:rsid w:val="00C65224"/>
    <w:rsid w:val="00C65B04"/>
    <w:rsid w:val="00C6771F"/>
    <w:rsid w:val="00C67858"/>
    <w:rsid w:val="00C679A2"/>
    <w:rsid w:val="00C70914"/>
    <w:rsid w:val="00C72229"/>
    <w:rsid w:val="00C72A3F"/>
    <w:rsid w:val="00C750C1"/>
    <w:rsid w:val="00C75222"/>
    <w:rsid w:val="00C757D9"/>
    <w:rsid w:val="00C75FE5"/>
    <w:rsid w:val="00C76760"/>
    <w:rsid w:val="00C771AD"/>
    <w:rsid w:val="00C8062E"/>
    <w:rsid w:val="00C82B43"/>
    <w:rsid w:val="00C854BE"/>
    <w:rsid w:val="00C85D84"/>
    <w:rsid w:val="00C90E4F"/>
    <w:rsid w:val="00C91626"/>
    <w:rsid w:val="00C920A8"/>
    <w:rsid w:val="00C92608"/>
    <w:rsid w:val="00C92A09"/>
    <w:rsid w:val="00C963B9"/>
    <w:rsid w:val="00C9701F"/>
    <w:rsid w:val="00C97488"/>
    <w:rsid w:val="00C97F42"/>
    <w:rsid w:val="00CA1C51"/>
    <w:rsid w:val="00CA2379"/>
    <w:rsid w:val="00CA23F6"/>
    <w:rsid w:val="00CA637A"/>
    <w:rsid w:val="00CA7BED"/>
    <w:rsid w:val="00CB1C90"/>
    <w:rsid w:val="00CB408B"/>
    <w:rsid w:val="00CB41AB"/>
    <w:rsid w:val="00CB467B"/>
    <w:rsid w:val="00CB56A6"/>
    <w:rsid w:val="00CB6395"/>
    <w:rsid w:val="00CB66E6"/>
    <w:rsid w:val="00CB6E04"/>
    <w:rsid w:val="00CB7E28"/>
    <w:rsid w:val="00CC0D8B"/>
    <w:rsid w:val="00CC1CD3"/>
    <w:rsid w:val="00CC23CB"/>
    <w:rsid w:val="00CC2A3E"/>
    <w:rsid w:val="00CC3C3F"/>
    <w:rsid w:val="00CC5517"/>
    <w:rsid w:val="00CC5F8A"/>
    <w:rsid w:val="00CC6B7F"/>
    <w:rsid w:val="00CC6D99"/>
    <w:rsid w:val="00CC71FB"/>
    <w:rsid w:val="00CD2D71"/>
    <w:rsid w:val="00CD2F62"/>
    <w:rsid w:val="00CD6E52"/>
    <w:rsid w:val="00CD7F7B"/>
    <w:rsid w:val="00CE218C"/>
    <w:rsid w:val="00CE5574"/>
    <w:rsid w:val="00CE7B81"/>
    <w:rsid w:val="00CE7EF3"/>
    <w:rsid w:val="00CF1658"/>
    <w:rsid w:val="00CF1E34"/>
    <w:rsid w:val="00CF3E5E"/>
    <w:rsid w:val="00CF3EDA"/>
    <w:rsid w:val="00CF6A92"/>
    <w:rsid w:val="00CF793E"/>
    <w:rsid w:val="00D0185F"/>
    <w:rsid w:val="00D0325F"/>
    <w:rsid w:val="00D034D8"/>
    <w:rsid w:val="00D03714"/>
    <w:rsid w:val="00D04436"/>
    <w:rsid w:val="00D04442"/>
    <w:rsid w:val="00D0478C"/>
    <w:rsid w:val="00D04AF9"/>
    <w:rsid w:val="00D0534E"/>
    <w:rsid w:val="00D06BA5"/>
    <w:rsid w:val="00D07CB6"/>
    <w:rsid w:val="00D10464"/>
    <w:rsid w:val="00D1214F"/>
    <w:rsid w:val="00D12B7A"/>
    <w:rsid w:val="00D12BD6"/>
    <w:rsid w:val="00D1337B"/>
    <w:rsid w:val="00D1460D"/>
    <w:rsid w:val="00D165B5"/>
    <w:rsid w:val="00D16F8A"/>
    <w:rsid w:val="00D1779B"/>
    <w:rsid w:val="00D17BA7"/>
    <w:rsid w:val="00D215A1"/>
    <w:rsid w:val="00D21902"/>
    <w:rsid w:val="00D21DE7"/>
    <w:rsid w:val="00D22932"/>
    <w:rsid w:val="00D23267"/>
    <w:rsid w:val="00D23EF6"/>
    <w:rsid w:val="00D25D25"/>
    <w:rsid w:val="00D25E38"/>
    <w:rsid w:val="00D26E8C"/>
    <w:rsid w:val="00D3010A"/>
    <w:rsid w:val="00D30F07"/>
    <w:rsid w:val="00D31BF7"/>
    <w:rsid w:val="00D3326A"/>
    <w:rsid w:val="00D35DA5"/>
    <w:rsid w:val="00D35F8E"/>
    <w:rsid w:val="00D36AE0"/>
    <w:rsid w:val="00D372B8"/>
    <w:rsid w:val="00D40055"/>
    <w:rsid w:val="00D41033"/>
    <w:rsid w:val="00D41099"/>
    <w:rsid w:val="00D42749"/>
    <w:rsid w:val="00D42CA6"/>
    <w:rsid w:val="00D438E2"/>
    <w:rsid w:val="00D4586D"/>
    <w:rsid w:val="00D45C7C"/>
    <w:rsid w:val="00D46903"/>
    <w:rsid w:val="00D46D03"/>
    <w:rsid w:val="00D52A0C"/>
    <w:rsid w:val="00D53150"/>
    <w:rsid w:val="00D546CB"/>
    <w:rsid w:val="00D5481E"/>
    <w:rsid w:val="00D55450"/>
    <w:rsid w:val="00D571B1"/>
    <w:rsid w:val="00D579AF"/>
    <w:rsid w:val="00D57E7C"/>
    <w:rsid w:val="00D600E0"/>
    <w:rsid w:val="00D60B66"/>
    <w:rsid w:val="00D6153A"/>
    <w:rsid w:val="00D62973"/>
    <w:rsid w:val="00D639FE"/>
    <w:rsid w:val="00D64108"/>
    <w:rsid w:val="00D64242"/>
    <w:rsid w:val="00D6635A"/>
    <w:rsid w:val="00D6658E"/>
    <w:rsid w:val="00D67BC2"/>
    <w:rsid w:val="00D7038C"/>
    <w:rsid w:val="00D729E4"/>
    <w:rsid w:val="00D73062"/>
    <w:rsid w:val="00D745D7"/>
    <w:rsid w:val="00D749B6"/>
    <w:rsid w:val="00D74B92"/>
    <w:rsid w:val="00D7717C"/>
    <w:rsid w:val="00D77E90"/>
    <w:rsid w:val="00D820EF"/>
    <w:rsid w:val="00D83539"/>
    <w:rsid w:val="00D83E4D"/>
    <w:rsid w:val="00D84295"/>
    <w:rsid w:val="00D8534A"/>
    <w:rsid w:val="00D85CA8"/>
    <w:rsid w:val="00D861CE"/>
    <w:rsid w:val="00D867B1"/>
    <w:rsid w:val="00D879D0"/>
    <w:rsid w:val="00D92345"/>
    <w:rsid w:val="00D925D8"/>
    <w:rsid w:val="00D9459D"/>
    <w:rsid w:val="00D96F1E"/>
    <w:rsid w:val="00DA0BBE"/>
    <w:rsid w:val="00DA3558"/>
    <w:rsid w:val="00DA4036"/>
    <w:rsid w:val="00DA4325"/>
    <w:rsid w:val="00DA4390"/>
    <w:rsid w:val="00DA6A3F"/>
    <w:rsid w:val="00DA765D"/>
    <w:rsid w:val="00DA7A08"/>
    <w:rsid w:val="00DB0549"/>
    <w:rsid w:val="00DB1CA2"/>
    <w:rsid w:val="00DB1DBB"/>
    <w:rsid w:val="00DB32C8"/>
    <w:rsid w:val="00DB521D"/>
    <w:rsid w:val="00DB5795"/>
    <w:rsid w:val="00DB5AAD"/>
    <w:rsid w:val="00DB7239"/>
    <w:rsid w:val="00DB7932"/>
    <w:rsid w:val="00DC0DF6"/>
    <w:rsid w:val="00DC1E33"/>
    <w:rsid w:val="00DC4DF3"/>
    <w:rsid w:val="00DC5AC0"/>
    <w:rsid w:val="00DC5CE7"/>
    <w:rsid w:val="00DC6C62"/>
    <w:rsid w:val="00DD0EB1"/>
    <w:rsid w:val="00DD28BF"/>
    <w:rsid w:val="00DD2C98"/>
    <w:rsid w:val="00DD5A1E"/>
    <w:rsid w:val="00DD693B"/>
    <w:rsid w:val="00DD6CD7"/>
    <w:rsid w:val="00DE10D4"/>
    <w:rsid w:val="00DE1550"/>
    <w:rsid w:val="00DE1806"/>
    <w:rsid w:val="00DE1A5F"/>
    <w:rsid w:val="00DE3565"/>
    <w:rsid w:val="00DE4722"/>
    <w:rsid w:val="00DE4E17"/>
    <w:rsid w:val="00DE4E49"/>
    <w:rsid w:val="00DE4FAB"/>
    <w:rsid w:val="00DE6AD0"/>
    <w:rsid w:val="00DF04DF"/>
    <w:rsid w:val="00DF0CCD"/>
    <w:rsid w:val="00DF189F"/>
    <w:rsid w:val="00DF30FB"/>
    <w:rsid w:val="00DF4683"/>
    <w:rsid w:val="00DF4EEA"/>
    <w:rsid w:val="00DF622C"/>
    <w:rsid w:val="00DF678B"/>
    <w:rsid w:val="00DF6860"/>
    <w:rsid w:val="00DF6899"/>
    <w:rsid w:val="00DF6BBC"/>
    <w:rsid w:val="00E00DED"/>
    <w:rsid w:val="00E02DBF"/>
    <w:rsid w:val="00E0319C"/>
    <w:rsid w:val="00E032F0"/>
    <w:rsid w:val="00E03D63"/>
    <w:rsid w:val="00E043AB"/>
    <w:rsid w:val="00E0540A"/>
    <w:rsid w:val="00E05CDC"/>
    <w:rsid w:val="00E05FA5"/>
    <w:rsid w:val="00E05FCD"/>
    <w:rsid w:val="00E101F9"/>
    <w:rsid w:val="00E12475"/>
    <w:rsid w:val="00E12A45"/>
    <w:rsid w:val="00E13224"/>
    <w:rsid w:val="00E13851"/>
    <w:rsid w:val="00E1393C"/>
    <w:rsid w:val="00E14036"/>
    <w:rsid w:val="00E156A6"/>
    <w:rsid w:val="00E166B6"/>
    <w:rsid w:val="00E205E6"/>
    <w:rsid w:val="00E20894"/>
    <w:rsid w:val="00E20E69"/>
    <w:rsid w:val="00E22EDD"/>
    <w:rsid w:val="00E24FC9"/>
    <w:rsid w:val="00E26F05"/>
    <w:rsid w:val="00E3025E"/>
    <w:rsid w:val="00E305E5"/>
    <w:rsid w:val="00E307EC"/>
    <w:rsid w:val="00E34164"/>
    <w:rsid w:val="00E36F19"/>
    <w:rsid w:val="00E37328"/>
    <w:rsid w:val="00E3756E"/>
    <w:rsid w:val="00E37812"/>
    <w:rsid w:val="00E402F6"/>
    <w:rsid w:val="00E40533"/>
    <w:rsid w:val="00E405B5"/>
    <w:rsid w:val="00E412B7"/>
    <w:rsid w:val="00E41FCF"/>
    <w:rsid w:val="00E429DF"/>
    <w:rsid w:val="00E43565"/>
    <w:rsid w:val="00E43C48"/>
    <w:rsid w:val="00E44505"/>
    <w:rsid w:val="00E46704"/>
    <w:rsid w:val="00E47E2C"/>
    <w:rsid w:val="00E5115B"/>
    <w:rsid w:val="00E51F99"/>
    <w:rsid w:val="00E5270A"/>
    <w:rsid w:val="00E52975"/>
    <w:rsid w:val="00E53A38"/>
    <w:rsid w:val="00E55E97"/>
    <w:rsid w:val="00E638BD"/>
    <w:rsid w:val="00E64166"/>
    <w:rsid w:val="00E647B4"/>
    <w:rsid w:val="00E666C5"/>
    <w:rsid w:val="00E71C8A"/>
    <w:rsid w:val="00E7228F"/>
    <w:rsid w:val="00E73CF1"/>
    <w:rsid w:val="00E75ECF"/>
    <w:rsid w:val="00E76F82"/>
    <w:rsid w:val="00E814DE"/>
    <w:rsid w:val="00E8235F"/>
    <w:rsid w:val="00E824C6"/>
    <w:rsid w:val="00E825DC"/>
    <w:rsid w:val="00E8334F"/>
    <w:rsid w:val="00E85180"/>
    <w:rsid w:val="00E85D3E"/>
    <w:rsid w:val="00E86C53"/>
    <w:rsid w:val="00E86CC3"/>
    <w:rsid w:val="00E8764E"/>
    <w:rsid w:val="00E87810"/>
    <w:rsid w:val="00E92627"/>
    <w:rsid w:val="00E927F5"/>
    <w:rsid w:val="00E934E1"/>
    <w:rsid w:val="00E94D5E"/>
    <w:rsid w:val="00E94F12"/>
    <w:rsid w:val="00E95CC3"/>
    <w:rsid w:val="00E977F2"/>
    <w:rsid w:val="00E97DEB"/>
    <w:rsid w:val="00E97ED2"/>
    <w:rsid w:val="00EA0319"/>
    <w:rsid w:val="00EA050C"/>
    <w:rsid w:val="00EA1C63"/>
    <w:rsid w:val="00EA2828"/>
    <w:rsid w:val="00EA3442"/>
    <w:rsid w:val="00EA40A1"/>
    <w:rsid w:val="00EA4A3A"/>
    <w:rsid w:val="00EA4E91"/>
    <w:rsid w:val="00EA53C0"/>
    <w:rsid w:val="00EA5D2B"/>
    <w:rsid w:val="00EA713E"/>
    <w:rsid w:val="00EA79B1"/>
    <w:rsid w:val="00EA7A23"/>
    <w:rsid w:val="00EB139A"/>
    <w:rsid w:val="00EB229F"/>
    <w:rsid w:val="00EB2889"/>
    <w:rsid w:val="00EB39A9"/>
    <w:rsid w:val="00EB4869"/>
    <w:rsid w:val="00EB563A"/>
    <w:rsid w:val="00EB5656"/>
    <w:rsid w:val="00EB58F1"/>
    <w:rsid w:val="00EB5940"/>
    <w:rsid w:val="00EB65E2"/>
    <w:rsid w:val="00EB6F97"/>
    <w:rsid w:val="00EB7515"/>
    <w:rsid w:val="00EB755E"/>
    <w:rsid w:val="00EC0196"/>
    <w:rsid w:val="00EC0379"/>
    <w:rsid w:val="00EC1929"/>
    <w:rsid w:val="00EC2663"/>
    <w:rsid w:val="00EC396B"/>
    <w:rsid w:val="00EC3976"/>
    <w:rsid w:val="00EC4966"/>
    <w:rsid w:val="00EC6298"/>
    <w:rsid w:val="00EC7056"/>
    <w:rsid w:val="00ED15E7"/>
    <w:rsid w:val="00ED189A"/>
    <w:rsid w:val="00ED3508"/>
    <w:rsid w:val="00ED475C"/>
    <w:rsid w:val="00ED5C6E"/>
    <w:rsid w:val="00ED79ED"/>
    <w:rsid w:val="00EE13D9"/>
    <w:rsid w:val="00EE20F2"/>
    <w:rsid w:val="00EE5C0E"/>
    <w:rsid w:val="00EE6392"/>
    <w:rsid w:val="00EE6CDD"/>
    <w:rsid w:val="00EE6E3F"/>
    <w:rsid w:val="00EE7579"/>
    <w:rsid w:val="00EF1101"/>
    <w:rsid w:val="00EF2198"/>
    <w:rsid w:val="00EF21DD"/>
    <w:rsid w:val="00EF2206"/>
    <w:rsid w:val="00EF379E"/>
    <w:rsid w:val="00EF3BB5"/>
    <w:rsid w:val="00EF4172"/>
    <w:rsid w:val="00EF441D"/>
    <w:rsid w:val="00EF7A2A"/>
    <w:rsid w:val="00EF7B79"/>
    <w:rsid w:val="00F00B94"/>
    <w:rsid w:val="00F02454"/>
    <w:rsid w:val="00F03185"/>
    <w:rsid w:val="00F0378A"/>
    <w:rsid w:val="00F052DA"/>
    <w:rsid w:val="00F05ADD"/>
    <w:rsid w:val="00F05D06"/>
    <w:rsid w:val="00F06031"/>
    <w:rsid w:val="00F06D57"/>
    <w:rsid w:val="00F07553"/>
    <w:rsid w:val="00F113C7"/>
    <w:rsid w:val="00F116F5"/>
    <w:rsid w:val="00F11858"/>
    <w:rsid w:val="00F12C59"/>
    <w:rsid w:val="00F12D4F"/>
    <w:rsid w:val="00F14004"/>
    <w:rsid w:val="00F14D9A"/>
    <w:rsid w:val="00F204D7"/>
    <w:rsid w:val="00F20BB8"/>
    <w:rsid w:val="00F21C63"/>
    <w:rsid w:val="00F21ED0"/>
    <w:rsid w:val="00F22614"/>
    <w:rsid w:val="00F24009"/>
    <w:rsid w:val="00F2408A"/>
    <w:rsid w:val="00F2478D"/>
    <w:rsid w:val="00F25221"/>
    <w:rsid w:val="00F26B4B"/>
    <w:rsid w:val="00F26E97"/>
    <w:rsid w:val="00F300FD"/>
    <w:rsid w:val="00F34915"/>
    <w:rsid w:val="00F3578E"/>
    <w:rsid w:val="00F36C50"/>
    <w:rsid w:val="00F36D92"/>
    <w:rsid w:val="00F40226"/>
    <w:rsid w:val="00F42C57"/>
    <w:rsid w:val="00F43202"/>
    <w:rsid w:val="00F433D1"/>
    <w:rsid w:val="00F43968"/>
    <w:rsid w:val="00F44C43"/>
    <w:rsid w:val="00F45C62"/>
    <w:rsid w:val="00F474B2"/>
    <w:rsid w:val="00F56A30"/>
    <w:rsid w:val="00F56AB3"/>
    <w:rsid w:val="00F600BC"/>
    <w:rsid w:val="00F60CA5"/>
    <w:rsid w:val="00F62FD9"/>
    <w:rsid w:val="00F64517"/>
    <w:rsid w:val="00F654A0"/>
    <w:rsid w:val="00F66360"/>
    <w:rsid w:val="00F664EF"/>
    <w:rsid w:val="00F70586"/>
    <w:rsid w:val="00F7167C"/>
    <w:rsid w:val="00F726E8"/>
    <w:rsid w:val="00F73081"/>
    <w:rsid w:val="00F74970"/>
    <w:rsid w:val="00F759D9"/>
    <w:rsid w:val="00F81956"/>
    <w:rsid w:val="00F81E16"/>
    <w:rsid w:val="00F8509E"/>
    <w:rsid w:val="00F85368"/>
    <w:rsid w:val="00F86395"/>
    <w:rsid w:val="00F87944"/>
    <w:rsid w:val="00F87CB5"/>
    <w:rsid w:val="00F93E64"/>
    <w:rsid w:val="00F961D9"/>
    <w:rsid w:val="00F9786E"/>
    <w:rsid w:val="00FA14D2"/>
    <w:rsid w:val="00FA29ED"/>
    <w:rsid w:val="00FA2FF4"/>
    <w:rsid w:val="00FA3610"/>
    <w:rsid w:val="00FA6427"/>
    <w:rsid w:val="00FA752D"/>
    <w:rsid w:val="00FB061A"/>
    <w:rsid w:val="00FB0B09"/>
    <w:rsid w:val="00FB0C55"/>
    <w:rsid w:val="00FB17A8"/>
    <w:rsid w:val="00FB223E"/>
    <w:rsid w:val="00FB2655"/>
    <w:rsid w:val="00FB3022"/>
    <w:rsid w:val="00FB3152"/>
    <w:rsid w:val="00FB380A"/>
    <w:rsid w:val="00FB385D"/>
    <w:rsid w:val="00FB7503"/>
    <w:rsid w:val="00FB7A69"/>
    <w:rsid w:val="00FC2E55"/>
    <w:rsid w:val="00FC2EED"/>
    <w:rsid w:val="00FC31B4"/>
    <w:rsid w:val="00FC33CE"/>
    <w:rsid w:val="00FC6E66"/>
    <w:rsid w:val="00FC7CC5"/>
    <w:rsid w:val="00FD012C"/>
    <w:rsid w:val="00FD03E5"/>
    <w:rsid w:val="00FD233A"/>
    <w:rsid w:val="00FD291D"/>
    <w:rsid w:val="00FD2A43"/>
    <w:rsid w:val="00FD2A8D"/>
    <w:rsid w:val="00FD35BB"/>
    <w:rsid w:val="00FD3675"/>
    <w:rsid w:val="00FD3F51"/>
    <w:rsid w:val="00FD4413"/>
    <w:rsid w:val="00FD47EA"/>
    <w:rsid w:val="00FD4B69"/>
    <w:rsid w:val="00FD66F3"/>
    <w:rsid w:val="00FD6BD2"/>
    <w:rsid w:val="00FE00B0"/>
    <w:rsid w:val="00FE054F"/>
    <w:rsid w:val="00FE1407"/>
    <w:rsid w:val="00FE1AA1"/>
    <w:rsid w:val="00FE2305"/>
    <w:rsid w:val="00FE31D4"/>
    <w:rsid w:val="00FE40F6"/>
    <w:rsid w:val="00FE5DC9"/>
    <w:rsid w:val="00FE6454"/>
    <w:rsid w:val="00FE76BC"/>
    <w:rsid w:val="00FF1507"/>
    <w:rsid w:val="00FF3E22"/>
    <w:rsid w:val="00FF576B"/>
    <w:rsid w:val="00FF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martTagType w:namespaceuri="schemas-houaiss/acao" w:name="dm"/>
  <w:shapeDefaults>
    <o:shapedefaults v:ext="edit" spidmax="135169"/>
    <o:shapelayout v:ext="edit">
      <o:idmap v:ext="edit" data="1"/>
    </o:shapelayout>
  </w:shapeDefaults>
  <w:decimalSymbol w:val=","/>
  <w:listSeparator w:val=";"/>
  <w14:docId w14:val="187CD3B2"/>
  <w15:chartTrackingRefBased/>
  <w15:docId w15:val="{1551F00F-9E26-44AC-B485-F4CD554D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1845"/>
    <w:rPr>
      <w:rFonts w:ascii="Arial" w:hAnsi="Arial"/>
      <w:sz w:val="24"/>
      <w:szCs w:val="24"/>
    </w:rPr>
  </w:style>
  <w:style w:type="paragraph" w:styleId="Ttulo1">
    <w:name w:val="heading 1"/>
    <w:basedOn w:val="Normal"/>
    <w:qFormat/>
    <w:rsid w:val="00831D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tulo2">
    <w:name w:val="heading 2"/>
    <w:basedOn w:val="Normal"/>
    <w:qFormat/>
    <w:rsid w:val="00831D8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tulo3">
    <w:name w:val="heading 3"/>
    <w:basedOn w:val="Normal"/>
    <w:qFormat/>
    <w:rsid w:val="00831D8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6E592C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6E592C"/>
    <w:pPr>
      <w:tabs>
        <w:tab w:val="center" w:pos="4419"/>
        <w:tab w:val="right" w:pos="8838"/>
      </w:tabs>
    </w:pPr>
  </w:style>
  <w:style w:type="character" w:styleId="Hyperlink">
    <w:name w:val="Hyperlink"/>
    <w:rsid w:val="00EE6392"/>
    <w:rPr>
      <w:color w:val="0000FF"/>
      <w:u w:val="single"/>
    </w:rPr>
  </w:style>
  <w:style w:type="paragraph" w:styleId="Textodebalo">
    <w:name w:val="Balloon Text"/>
    <w:basedOn w:val="Normal"/>
    <w:semiHidden/>
    <w:rsid w:val="00CC23CB"/>
    <w:rPr>
      <w:rFonts w:ascii="Tahoma" w:hAnsi="Tahoma" w:cs="Tahoma"/>
      <w:sz w:val="16"/>
      <w:szCs w:val="16"/>
    </w:rPr>
  </w:style>
  <w:style w:type="paragraph" w:styleId="Corpodetexto">
    <w:name w:val="Body Text"/>
    <w:basedOn w:val="Normal"/>
    <w:rsid w:val="009D58F4"/>
    <w:pPr>
      <w:tabs>
        <w:tab w:val="left" w:pos="2835"/>
      </w:tabs>
      <w:spacing w:line="360" w:lineRule="auto"/>
      <w:jc w:val="both"/>
    </w:pPr>
    <w:rPr>
      <w:rFonts w:ascii="Century Schoolbook" w:hAnsi="Century Schoolbook"/>
      <w:szCs w:val="20"/>
    </w:rPr>
  </w:style>
  <w:style w:type="paragraph" w:styleId="Recuodecorpodetexto">
    <w:name w:val="Body Text Indent"/>
    <w:basedOn w:val="Normal"/>
    <w:rsid w:val="009D58F4"/>
    <w:pPr>
      <w:tabs>
        <w:tab w:val="left" w:pos="2835"/>
      </w:tabs>
      <w:spacing w:line="360" w:lineRule="auto"/>
      <w:ind w:left="3402"/>
      <w:jc w:val="both"/>
    </w:pPr>
    <w:rPr>
      <w:rFonts w:cs="Arial"/>
      <w:szCs w:val="20"/>
    </w:rPr>
  </w:style>
  <w:style w:type="paragraph" w:styleId="NormalWeb">
    <w:name w:val="Normal (Web)"/>
    <w:basedOn w:val="Normal"/>
    <w:uiPriority w:val="99"/>
    <w:rsid w:val="009D58F4"/>
    <w:pPr>
      <w:spacing w:before="100" w:beforeAutospacing="1" w:after="100" w:afterAutospacing="1"/>
    </w:pPr>
  </w:style>
  <w:style w:type="paragraph" w:styleId="Recuodecorpodetexto3">
    <w:name w:val="Body Text Indent 3"/>
    <w:basedOn w:val="Normal"/>
    <w:link w:val="Recuodecorpodetexto3Char"/>
    <w:rsid w:val="009D58F4"/>
    <w:pPr>
      <w:tabs>
        <w:tab w:val="left" w:pos="2835"/>
      </w:tabs>
      <w:spacing w:line="360" w:lineRule="auto"/>
      <w:ind w:firstLine="3402"/>
      <w:jc w:val="both"/>
    </w:pPr>
    <w:rPr>
      <w:rFonts w:cs="Arial"/>
      <w:szCs w:val="20"/>
    </w:rPr>
  </w:style>
  <w:style w:type="character" w:styleId="Nmerodepgina">
    <w:name w:val="page number"/>
    <w:basedOn w:val="Fontepargpadro"/>
    <w:rsid w:val="009D58F4"/>
  </w:style>
  <w:style w:type="character" w:customStyle="1" w:styleId="toctoggle">
    <w:name w:val="toctoggle"/>
    <w:basedOn w:val="Fontepargpadro"/>
    <w:rsid w:val="00831D8A"/>
  </w:style>
  <w:style w:type="character" w:customStyle="1" w:styleId="tocnumber">
    <w:name w:val="tocnumber"/>
    <w:basedOn w:val="Fontepargpadro"/>
    <w:rsid w:val="00831D8A"/>
  </w:style>
  <w:style w:type="character" w:customStyle="1" w:styleId="toctext">
    <w:name w:val="toctext"/>
    <w:basedOn w:val="Fontepargpadro"/>
    <w:rsid w:val="00831D8A"/>
  </w:style>
  <w:style w:type="character" w:customStyle="1" w:styleId="editsection">
    <w:name w:val="editsection"/>
    <w:basedOn w:val="Fontepargpadro"/>
    <w:rsid w:val="00831D8A"/>
  </w:style>
  <w:style w:type="character" w:customStyle="1" w:styleId="mw-headline">
    <w:name w:val="mw-headline"/>
    <w:basedOn w:val="Fontepargpadro"/>
    <w:rsid w:val="00831D8A"/>
  </w:style>
  <w:style w:type="table" w:styleId="Tabelacomgrade">
    <w:name w:val="Table Grid"/>
    <w:basedOn w:val="Tabelanormal"/>
    <w:rsid w:val="00330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0D60C2"/>
    <w:rPr>
      <w:sz w:val="24"/>
      <w:szCs w:val="24"/>
    </w:rPr>
  </w:style>
  <w:style w:type="character" w:customStyle="1" w:styleId="apple-converted-space">
    <w:name w:val="apple-converted-space"/>
    <w:rsid w:val="00720E1B"/>
  </w:style>
  <w:style w:type="paragraph" w:styleId="PargrafodaLista">
    <w:name w:val="List Paragraph"/>
    <w:basedOn w:val="Normal"/>
    <w:uiPriority w:val="34"/>
    <w:qFormat/>
    <w:rsid w:val="00720E1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emEspaamento">
    <w:name w:val="No Spacing"/>
    <w:uiPriority w:val="1"/>
    <w:qFormat/>
    <w:rsid w:val="00C478B1"/>
    <w:rPr>
      <w:rFonts w:ascii="Arial" w:eastAsia="Calibri" w:hAnsi="Arial"/>
      <w:sz w:val="22"/>
      <w:szCs w:val="22"/>
      <w:lang w:eastAsia="en-US"/>
    </w:rPr>
  </w:style>
  <w:style w:type="character" w:customStyle="1" w:styleId="Recuodecorpodetexto3Char">
    <w:name w:val="Recuo de corpo de texto 3 Char"/>
    <w:link w:val="Recuodecorpodetexto3"/>
    <w:rsid w:val="00130402"/>
    <w:rPr>
      <w:rFonts w:ascii="Arial" w:hAnsi="Arial" w:cs="Arial"/>
      <w:sz w:val="24"/>
    </w:rPr>
  </w:style>
  <w:style w:type="paragraph" w:customStyle="1" w:styleId="Default">
    <w:name w:val="Default"/>
    <w:rsid w:val="00F26B4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907C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8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49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83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7930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3789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04439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4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80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76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933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-4274-64-MOACIR\Documents\Modelos%20Personalizados%20do%20Office\01_Papel%20timbrado%20retrato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54C0E-2C50-4C34-8D35-764F0A106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01_Papel timbrado retrato</Template>
  <TotalTime>32</TotalTime>
  <Pages>1</Pages>
  <Words>120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Excelentíssimo Senhor Presidente da Câmara Municipal de Jacareí</vt:lpstr>
    </vt:vector>
  </TitlesOfParts>
  <Company>CAMARA MUNICIPAL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Excelentíssimo Senhor Presidente da Câmara Municipal de Jacareí</dc:title>
  <dc:subject/>
  <dc:creator>SEC-4274-64-MOACIR</dc:creator>
  <cp:keywords/>
  <dc:description/>
  <cp:lastModifiedBy>User</cp:lastModifiedBy>
  <cp:revision>8</cp:revision>
  <cp:lastPrinted>2025-10-30T15:22:00Z</cp:lastPrinted>
  <dcterms:created xsi:type="dcterms:W3CDTF">2025-10-22T15:41:00Z</dcterms:created>
  <dcterms:modified xsi:type="dcterms:W3CDTF">2025-10-30T15:22:00Z</dcterms:modified>
</cp:coreProperties>
</file>